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D162A" w14:textId="77777777" w:rsidR="00B77425" w:rsidRDefault="00423AF1" w:rsidP="00774892">
      <w:pPr>
        <w:pStyle w:val="Nagwek2"/>
      </w:pPr>
      <w:r w:rsidRPr="005A31BA">
        <w:tab/>
      </w:r>
    </w:p>
    <w:p w14:paraId="5AF80EB7" w14:textId="77777777" w:rsidR="00B77425" w:rsidRPr="00F7041E" w:rsidRDefault="00423AF1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 w:rsidRPr="005A31BA">
        <w:rPr>
          <w:b w:val="0"/>
          <w:sz w:val="20"/>
          <w:szCs w:val="20"/>
        </w:rPr>
        <w:tab/>
      </w:r>
      <w:r w:rsidRPr="005A31BA">
        <w:rPr>
          <w:b w:val="0"/>
          <w:sz w:val="20"/>
          <w:szCs w:val="20"/>
        </w:rPr>
        <w:tab/>
      </w:r>
      <w:r w:rsidRPr="005A31BA">
        <w:rPr>
          <w:b w:val="0"/>
          <w:sz w:val="20"/>
          <w:szCs w:val="20"/>
        </w:rPr>
        <w:tab/>
        <w:t xml:space="preserve">                    </w:t>
      </w:r>
      <w:r w:rsidR="00361B31" w:rsidRPr="005A31BA">
        <w:rPr>
          <w:b w:val="0"/>
          <w:bCs w:val="0"/>
          <w:sz w:val="32"/>
          <w:szCs w:val="32"/>
        </w:rPr>
        <w:t xml:space="preserve">  </w:t>
      </w:r>
    </w:p>
    <w:p w14:paraId="79596AED" w14:textId="77777777" w:rsidR="00361B31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</w:t>
      </w:r>
      <w:r w:rsidR="000F0EF8">
        <w:rPr>
          <w:b/>
          <w:bCs/>
          <w:sz w:val="36"/>
          <w:szCs w:val="36"/>
        </w:rPr>
        <w:t>TY CENOWEJ</w:t>
      </w:r>
    </w:p>
    <w:p w14:paraId="76680E3D" w14:textId="77777777" w:rsidR="00E33893" w:rsidRPr="005A31BA" w:rsidRDefault="00E33893" w:rsidP="008300B4">
      <w:pPr>
        <w:spacing w:line="276" w:lineRule="auto"/>
        <w:jc w:val="center"/>
        <w:rPr>
          <w:b/>
          <w:bCs/>
          <w:sz w:val="36"/>
          <w:szCs w:val="36"/>
        </w:rPr>
      </w:pPr>
    </w:p>
    <w:p w14:paraId="10F73C04" w14:textId="77777777" w:rsidR="00672284" w:rsidRDefault="00FA4CB7" w:rsidP="00FA4CB7">
      <w:pPr>
        <w:spacing w:line="276" w:lineRule="auto"/>
        <w:jc w:val="center"/>
        <w:rPr>
          <w:bCs/>
          <w:sz w:val="24"/>
          <w:szCs w:val="24"/>
        </w:rPr>
      </w:pPr>
      <w:r w:rsidRPr="00FA4CB7">
        <w:rPr>
          <w:bCs/>
          <w:sz w:val="24"/>
          <w:szCs w:val="24"/>
        </w:rPr>
        <w:t>na zaproszenie do złożenia propozycji cenowej na zadanie:</w:t>
      </w:r>
    </w:p>
    <w:p w14:paraId="77C610AF" w14:textId="77777777" w:rsidR="00FA4CB7" w:rsidRPr="00FA4CB7" w:rsidRDefault="00FA4CB7" w:rsidP="00FA4CB7">
      <w:pPr>
        <w:spacing w:line="276" w:lineRule="auto"/>
        <w:jc w:val="center"/>
        <w:rPr>
          <w:bCs/>
          <w:sz w:val="24"/>
          <w:szCs w:val="24"/>
        </w:rPr>
      </w:pPr>
    </w:p>
    <w:p w14:paraId="047B025D" w14:textId="77777777" w:rsidR="00B77425" w:rsidRDefault="00531365" w:rsidP="00C42BA4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  <w:bookmarkStart w:id="0" w:name="_Hlk62550417"/>
      <w:r w:rsidRPr="00531365">
        <w:rPr>
          <w:b/>
          <w:sz w:val="22"/>
          <w:szCs w:val="22"/>
        </w:rPr>
        <w:t>„</w:t>
      </w:r>
      <w:bookmarkEnd w:id="0"/>
      <w:r w:rsidR="00C42BA4">
        <w:rPr>
          <w:b/>
          <w:bCs/>
          <w:color w:val="000000"/>
          <w:sz w:val="24"/>
          <w:szCs w:val="24"/>
        </w:rPr>
        <w:t>Ś</w:t>
      </w:r>
      <w:r w:rsidR="00C42BA4" w:rsidRPr="00C42BA4">
        <w:rPr>
          <w:b/>
          <w:bCs/>
          <w:color w:val="000000"/>
          <w:sz w:val="24"/>
          <w:szCs w:val="24"/>
        </w:rPr>
        <w:t>wiadczenie usług w zakresie szkolenia praktycznego na symulatorze lotu śmigłowca    Mi-24 dla pilotów 49. Bazy Lotniczej w Pruszczu Gdańskim</w:t>
      </w:r>
      <w:r w:rsidR="00C42BA4">
        <w:rPr>
          <w:b/>
          <w:bCs/>
          <w:color w:val="000000"/>
          <w:sz w:val="24"/>
          <w:szCs w:val="24"/>
        </w:rPr>
        <w:t>.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14:paraId="67B51A47" w14:textId="77777777" w:rsidTr="00787B65">
        <w:trPr>
          <w:trHeight w:val="1212"/>
        </w:trPr>
        <w:tc>
          <w:tcPr>
            <w:tcW w:w="3510" w:type="dxa"/>
            <w:shd w:val="clear" w:color="auto" w:fill="auto"/>
          </w:tcPr>
          <w:p w14:paraId="7E1655C4" w14:textId="77777777"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14:paraId="39E531F2" w14:textId="77777777"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8B9E091" w14:textId="77777777"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7DE8D15F" w14:textId="77777777"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A75D819" w14:textId="77777777" w:rsidTr="00787B65">
        <w:tc>
          <w:tcPr>
            <w:tcW w:w="3510" w:type="dxa"/>
            <w:shd w:val="clear" w:color="auto" w:fill="auto"/>
          </w:tcPr>
          <w:p w14:paraId="29BDFDDF" w14:textId="77777777"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14:paraId="78C112F3" w14:textId="77777777"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14:paraId="2200E44C" w14:textId="77777777"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1743005E" w14:textId="77777777"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0071D7F1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799DBD8F" w14:textId="77777777" w:rsidTr="00787B65">
        <w:tc>
          <w:tcPr>
            <w:tcW w:w="3510" w:type="dxa"/>
            <w:shd w:val="clear" w:color="auto" w:fill="auto"/>
          </w:tcPr>
          <w:p w14:paraId="05EFFC9F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14:paraId="62BB0DF4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D1335F3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25098771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7E02ACF6" w14:textId="77777777" w:rsidTr="00787B65">
        <w:tc>
          <w:tcPr>
            <w:tcW w:w="3510" w:type="dxa"/>
            <w:shd w:val="clear" w:color="auto" w:fill="auto"/>
          </w:tcPr>
          <w:p w14:paraId="337E0A0A" w14:textId="77777777"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14:paraId="0553FB7A" w14:textId="77777777"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1E322A2" w14:textId="77777777"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01B453E2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14:paraId="180BC725" w14:textId="77777777" w:rsidTr="00787B65">
        <w:tc>
          <w:tcPr>
            <w:tcW w:w="3510" w:type="dxa"/>
            <w:shd w:val="clear" w:color="auto" w:fill="auto"/>
          </w:tcPr>
          <w:p w14:paraId="47B2627B" w14:textId="77777777"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14:paraId="2178EA78" w14:textId="77777777"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14:paraId="36C7B2A5" w14:textId="77777777"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61D2E7F" w14:textId="77777777"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88D8DB6" w14:textId="77777777"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14:paraId="79825535" w14:textId="77777777"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5B104072" w14:textId="77777777" w:rsidTr="00787B65">
        <w:tc>
          <w:tcPr>
            <w:tcW w:w="3510" w:type="dxa"/>
            <w:shd w:val="clear" w:color="auto" w:fill="auto"/>
          </w:tcPr>
          <w:p w14:paraId="16E397B5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14:paraId="343FB63F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B3F7145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1BE92A80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6B702BF8" w14:textId="77777777" w:rsidTr="00787B65">
        <w:tc>
          <w:tcPr>
            <w:tcW w:w="3510" w:type="dxa"/>
            <w:shd w:val="clear" w:color="auto" w:fill="auto"/>
          </w:tcPr>
          <w:p w14:paraId="19854E5A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14:paraId="2A1B8C9E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DEE4C88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39FAF405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1A0F5C06" w14:textId="77777777" w:rsidTr="00787B65">
        <w:tc>
          <w:tcPr>
            <w:tcW w:w="3510" w:type="dxa"/>
            <w:shd w:val="clear" w:color="auto" w:fill="auto"/>
          </w:tcPr>
          <w:p w14:paraId="4953C639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14:paraId="2DE85FBC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46AD7FC5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090B858E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3956CAE4" w14:textId="77777777" w:rsidTr="00787B65">
        <w:tc>
          <w:tcPr>
            <w:tcW w:w="3510" w:type="dxa"/>
            <w:shd w:val="clear" w:color="auto" w:fill="auto"/>
          </w:tcPr>
          <w:p w14:paraId="5A4A17F0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14:paraId="67853025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7B94F319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14:paraId="1C3F095C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4955BBB5" w14:textId="77777777" w:rsidTr="00787B65">
        <w:tc>
          <w:tcPr>
            <w:tcW w:w="3510" w:type="dxa"/>
            <w:shd w:val="clear" w:color="auto" w:fill="auto"/>
          </w:tcPr>
          <w:p w14:paraId="51B256B5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14:paraId="41B53B57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14:paraId="60B24D6C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14:paraId="335119C0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5E7DCE9" w14:textId="77777777" w:rsidTr="00787B65">
        <w:tc>
          <w:tcPr>
            <w:tcW w:w="3510" w:type="dxa"/>
            <w:shd w:val="clear" w:color="auto" w:fill="auto"/>
          </w:tcPr>
          <w:p w14:paraId="790EEA3D" w14:textId="77777777"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14:paraId="4C3D1E0C" w14:textId="77777777"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5FB67DD0" w14:textId="77777777"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14:paraId="77056B07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71364B98" w14:textId="77777777" w:rsidTr="00787B65">
        <w:tc>
          <w:tcPr>
            <w:tcW w:w="3510" w:type="dxa"/>
            <w:shd w:val="clear" w:color="auto" w:fill="auto"/>
          </w:tcPr>
          <w:p w14:paraId="4B12A9BD" w14:textId="77777777"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14:paraId="2606A25C" w14:textId="77777777"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14:paraId="678F7012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14:paraId="04CB5BC7" w14:textId="77777777" w:rsidR="00E37EE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088C90BA" w14:textId="77777777" w:rsidR="00D437E9" w:rsidRDefault="00D437E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1398E23A" w14:textId="77777777" w:rsidR="00D437E9" w:rsidRPr="00CF6D31" w:rsidRDefault="00D437E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B2B7674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14:paraId="7D6C207F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14:paraId="382798C1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21BFE40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14:paraId="66F5CACB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14:paraId="7E71BD03" w14:textId="77777777" w:rsidR="003B2040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14:paraId="6C6D122D" w14:textId="77777777" w:rsidR="00D437E9" w:rsidRDefault="00D437E9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14:paraId="2F5F2C61" w14:textId="77777777" w:rsidR="00D437E9" w:rsidRPr="00CF6D31" w:rsidRDefault="00D437E9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5E89B576" w14:textId="77777777" w:rsidTr="00787B65">
        <w:tc>
          <w:tcPr>
            <w:tcW w:w="3510" w:type="dxa"/>
            <w:shd w:val="clear" w:color="auto" w:fill="auto"/>
          </w:tcPr>
          <w:p w14:paraId="4AFEF590" w14:textId="77777777"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przedsiębiorstwem?</w:t>
            </w:r>
          </w:p>
          <w:p w14:paraId="321F6C28" w14:textId="77777777"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lastRenderedPageBreak/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7A850202" w14:textId="77777777"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14:paraId="5BAB11DE" w14:textId="77777777"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14:paraId="4CD95753" w14:textId="77777777"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14:paraId="48F7F7A6" w14:textId="77777777"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14:paraId="6BE475BE" w14:textId="77777777"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14:paraId="3685DD14" w14:textId="77777777"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14:paraId="487F2733" w14:textId="77777777"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510FAEB0" w14:textId="77777777"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14:paraId="61AD63A3" w14:textId="77777777"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53D44BEA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14:paraId="127138D6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1C9E21A4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14:paraId="797D5762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588E3D64" w14:textId="77777777"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14:paraId="63D609A8" w14:textId="77777777"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14:paraId="253D5430" w14:textId="77777777"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3CD38D54" w14:textId="77777777"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  <w:p w14:paraId="1AE1ABD4" w14:textId="77777777" w:rsidR="00D437E9" w:rsidRPr="00672284" w:rsidRDefault="00D437E9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</w:tr>
      <w:tr w:rsidR="007C6269" w:rsidRPr="00CF6D31" w14:paraId="05F4A136" w14:textId="77777777" w:rsidTr="00787B65">
        <w:tc>
          <w:tcPr>
            <w:tcW w:w="3510" w:type="dxa"/>
            <w:shd w:val="clear" w:color="auto" w:fill="auto"/>
          </w:tcPr>
          <w:p w14:paraId="64035AB7" w14:textId="77777777"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14:paraId="6FBBF911" w14:textId="77777777"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14:paraId="194EF22C" w14:textId="77777777"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14:paraId="04AD322B" w14:textId="77777777"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14:paraId="036A473C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14:paraId="1F3B7156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14:paraId="4677ADFC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14:paraId="785A69CB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14:paraId="3F999B5D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14:paraId="02EA1A20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14:paraId="69F90135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14:paraId="10B04851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14:paraId="55D311C8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14:paraId="1D5E1501" w14:textId="77777777" w:rsidR="007C6269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  <w:p w14:paraId="3D5877B1" w14:textId="77777777" w:rsidR="00D437E9" w:rsidRPr="00CF6D31" w:rsidRDefault="00D437E9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</w:tr>
      <w:tr w:rsidR="002965C2" w:rsidRPr="00CF6D31" w14:paraId="7EE2A6ED" w14:textId="77777777" w:rsidTr="00787B65">
        <w:tc>
          <w:tcPr>
            <w:tcW w:w="3510" w:type="dxa"/>
            <w:shd w:val="clear" w:color="auto" w:fill="auto"/>
          </w:tcPr>
          <w:p w14:paraId="14D95B47" w14:textId="77777777"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14:paraId="718F7148" w14:textId="77777777"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14:paraId="26F9C3BB" w14:textId="77777777"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14:paraId="56D6980D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14:paraId="019410A1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14:paraId="284EA52A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14:paraId="6C230A55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14:paraId="17504E90" w14:textId="77777777"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14:paraId="582AD047" w14:textId="77777777"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14:paraId="7D850922" w14:textId="77777777"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14:paraId="73BC5948" w14:textId="77777777"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14:paraId="1BBA09C8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4B16036A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68DD778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A8FE7E5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6DBFF2BD" w14:textId="77777777" w:rsidR="00766CE0" w:rsidRDefault="00766CE0" w:rsidP="00AC713A">
      <w:pPr>
        <w:autoSpaceDE w:val="0"/>
        <w:autoSpaceDN w:val="0"/>
        <w:adjustRightInd w:val="0"/>
        <w:rPr>
          <w:sz w:val="22"/>
        </w:rPr>
      </w:pPr>
    </w:p>
    <w:p w14:paraId="77D01F7D" w14:textId="77777777" w:rsidR="00766CE0" w:rsidRDefault="00766CE0" w:rsidP="00AC713A">
      <w:pPr>
        <w:autoSpaceDE w:val="0"/>
        <w:autoSpaceDN w:val="0"/>
        <w:adjustRightInd w:val="0"/>
        <w:rPr>
          <w:sz w:val="22"/>
        </w:rPr>
      </w:pPr>
    </w:p>
    <w:p w14:paraId="0654EEBB" w14:textId="77777777" w:rsidR="00766CE0" w:rsidRDefault="00766CE0" w:rsidP="00AC713A">
      <w:pPr>
        <w:autoSpaceDE w:val="0"/>
        <w:autoSpaceDN w:val="0"/>
        <w:adjustRightInd w:val="0"/>
        <w:rPr>
          <w:sz w:val="22"/>
        </w:rPr>
      </w:pPr>
    </w:p>
    <w:p w14:paraId="03573A34" w14:textId="77777777" w:rsidR="00766CE0" w:rsidRDefault="00766CE0" w:rsidP="00AC713A">
      <w:pPr>
        <w:autoSpaceDE w:val="0"/>
        <w:autoSpaceDN w:val="0"/>
        <w:adjustRightInd w:val="0"/>
        <w:rPr>
          <w:sz w:val="22"/>
        </w:rPr>
      </w:pPr>
    </w:p>
    <w:p w14:paraId="44608E32" w14:textId="77777777" w:rsidR="00766CE0" w:rsidRDefault="00766CE0" w:rsidP="00AC713A">
      <w:pPr>
        <w:autoSpaceDE w:val="0"/>
        <w:autoSpaceDN w:val="0"/>
        <w:adjustRightInd w:val="0"/>
        <w:rPr>
          <w:sz w:val="22"/>
        </w:rPr>
      </w:pPr>
    </w:p>
    <w:p w14:paraId="473BDB92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5E634DD9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2AE678F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17C797BE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5F150FBD" w14:textId="77777777" w:rsidR="00712204" w:rsidRPr="00712204" w:rsidRDefault="00712204" w:rsidP="00B52C33">
      <w:pPr>
        <w:jc w:val="both"/>
        <w:rPr>
          <w:sz w:val="22"/>
        </w:rPr>
      </w:pPr>
    </w:p>
    <w:p w14:paraId="4609BCF2" w14:textId="77777777" w:rsidR="00712204" w:rsidRPr="00712204" w:rsidRDefault="00712204" w:rsidP="00712204">
      <w:pPr>
        <w:ind w:left="360"/>
        <w:jc w:val="both"/>
        <w:rPr>
          <w:sz w:val="22"/>
        </w:rPr>
      </w:pPr>
    </w:p>
    <w:p w14:paraId="7EA27058" w14:textId="77777777" w:rsidR="00EF05DF" w:rsidRDefault="00EF05DF" w:rsidP="00712204">
      <w:pPr>
        <w:ind w:left="360"/>
        <w:jc w:val="both"/>
        <w:rPr>
          <w:sz w:val="22"/>
        </w:rPr>
      </w:pPr>
      <w:r w:rsidRPr="00531365">
        <w:rPr>
          <w:b/>
          <w:sz w:val="22"/>
          <w:szCs w:val="22"/>
        </w:rPr>
        <w:t>„</w:t>
      </w:r>
      <w:r>
        <w:rPr>
          <w:b/>
          <w:bCs/>
          <w:color w:val="000000"/>
          <w:sz w:val="24"/>
          <w:szCs w:val="24"/>
        </w:rPr>
        <w:t>Ś</w:t>
      </w:r>
      <w:r w:rsidRPr="00C42BA4">
        <w:rPr>
          <w:b/>
          <w:bCs/>
          <w:color w:val="000000"/>
          <w:sz w:val="24"/>
          <w:szCs w:val="24"/>
        </w:rPr>
        <w:t>wiadczenie usług w zakresie szkolenia praktycznego na symulatorze lotu śmigłowca    Mi-24 dla pilotów 49. Bazy Lotniczej w Pruszczu Gdańskim</w:t>
      </w:r>
      <w:r w:rsidRPr="00557249">
        <w:rPr>
          <w:sz w:val="22"/>
        </w:rPr>
        <w:t xml:space="preserve"> </w:t>
      </w:r>
    </w:p>
    <w:p w14:paraId="38BCD768" w14:textId="77777777" w:rsidR="00712204" w:rsidRPr="002F5BD4" w:rsidRDefault="00531365" w:rsidP="00712204">
      <w:pPr>
        <w:ind w:left="360"/>
        <w:jc w:val="both"/>
        <w:rPr>
          <w:sz w:val="16"/>
          <w:szCs w:val="16"/>
        </w:rPr>
      </w:pPr>
      <w:r w:rsidRPr="00557249">
        <w:rPr>
          <w:sz w:val="22"/>
        </w:rPr>
        <w:t xml:space="preserve">oferujemy wykonanie przedmiotu zamówienia zgodnie z wymogami określonymi w </w:t>
      </w:r>
      <w:r w:rsidR="00F65550">
        <w:rPr>
          <w:sz w:val="22"/>
        </w:rPr>
        <w:t>Opisie przedmiotu zamówienia</w:t>
      </w:r>
      <w:r w:rsidR="00EF1722">
        <w:rPr>
          <w:sz w:val="22"/>
        </w:rPr>
        <w:t>.</w:t>
      </w:r>
      <w:r>
        <w:rPr>
          <w:sz w:val="22"/>
        </w:rPr>
        <w:t xml:space="preserve"> Poniższa cena ofertowa zawiera </w:t>
      </w:r>
      <w:r w:rsidRPr="00BE042F">
        <w:rPr>
          <w:sz w:val="22"/>
        </w:rPr>
        <w:t xml:space="preserve">wszystkie koszty związane </w:t>
      </w:r>
      <w:r w:rsidR="00EF1722">
        <w:rPr>
          <w:sz w:val="22"/>
        </w:rPr>
        <w:br/>
      </w:r>
      <w:r w:rsidRPr="00BE042F">
        <w:rPr>
          <w:sz w:val="22"/>
        </w:rPr>
        <w:t>z niezbędnymi czynnościami wchodzącymi</w:t>
      </w:r>
      <w:r>
        <w:rPr>
          <w:sz w:val="22"/>
        </w:rPr>
        <w:t xml:space="preserve"> w skład usługi</w:t>
      </w:r>
      <w:r w:rsidR="00712204" w:rsidRPr="00712204">
        <w:rPr>
          <w:sz w:val="22"/>
        </w:rPr>
        <w:t xml:space="preserve"> </w:t>
      </w:r>
      <w:r w:rsidR="00EF1722">
        <w:rPr>
          <w:sz w:val="22"/>
        </w:rPr>
        <w:t>i wynosi</w:t>
      </w:r>
      <w:r w:rsidR="00712204" w:rsidRPr="00712204">
        <w:rPr>
          <w:sz w:val="22"/>
        </w:rPr>
        <w:t xml:space="preserve">: </w:t>
      </w:r>
      <w:r w:rsidR="002F5BD4">
        <w:rPr>
          <w:sz w:val="22"/>
        </w:rPr>
        <w:t>(</w:t>
      </w:r>
      <w:r w:rsidR="00712204" w:rsidRPr="002F5BD4">
        <w:rPr>
          <w:i/>
          <w:sz w:val="16"/>
          <w:szCs w:val="16"/>
        </w:rPr>
        <w:t xml:space="preserve">z dokładnością do dwóch miejsc </w:t>
      </w:r>
      <w:r w:rsidR="005E640B" w:rsidRPr="002F5BD4">
        <w:rPr>
          <w:i/>
          <w:sz w:val="16"/>
          <w:szCs w:val="16"/>
        </w:rPr>
        <w:br/>
      </w:r>
      <w:r w:rsidR="00712204" w:rsidRPr="002F5BD4">
        <w:rPr>
          <w:i/>
          <w:sz w:val="16"/>
          <w:szCs w:val="16"/>
        </w:rPr>
        <w:t>po przecinku</w:t>
      </w:r>
      <w:r w:rsidR="002F5BD4" w:rsidRPr="002F5BD4">
        <w:rPr>
          <w:sz w:val="16"/>
          <w:szCs w:val="16"/>
        </w:rPr>
        <w:t>)</w:t>
      </w:r>
    </w:p>
    <w:p w14:paraId="3FA078F0" w14:textId="77777777" w:rsidR="00AB0B55" w:rsidRDefault="00AB0B55" w:rsidP="00774892">
      <w:pPr>
        <w:spacing w:line="276" w:lineRule="auto"/>
        <w:jc w:val="both"/>
        <w:rPr>
          <w:color w:val="FF0000"/>
          <w:sz w:val="18"/>
          <w:szCs w:val="18"/>
        </w:rPr>
      </w:pPr>
    </w:p>
    <w:tbl>
      <w:tblPr>
        <w:tblW w:w="473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385"/>
        <w:gridCol w:w="1658"/>
        <w:gridCol w:w="1660"/>
        <w:gridCol w:w="1247"/>
        <w:gridCol w:w="1795"/>
      </w:tblGrid>
      <w:tr w:rsidR="00A91BEC" w:rsidRPr="009F7905" w14:paraId="5644EC1D" w14:textId="77777777" w:rsidTr="00456DC6">
        <w:tc>
          <w:tcPr>
            <w:tcW w:w="483" w:type="pct"/>
            <w:shd w:val="clear" w:color="auto" w:fill="DEEAF6"/>
          </w:tcPr>
          <w:p w14:paraId="0A4C65F5" w14:textId="77777777" w:rsidR="00AB0B55" w:rsidRPr="009F7905" w:rsidRDefault="00AB0B55" w:rsidP="00A91BEC">
            <w:pPr>
              <w:jc w:val="center"/>
              <w:rPr>
                <w:sz w:val="16"/>
                <w:szCs w:val="16"/>
              </w:rPr>
            </w:pPr>
            <w:r w:rsidRPr="009F7905">
              <w:rPr>
                <w:sz w:val="16"/>
                <w:szCs w:val="16"/>
              </w:rPr>
              <w:t>Lp.</w:t>
            </w:r>
          </w:p>
        </w:tc>
        <w:tc>
          <w:tcPr>
            <w:tcW w:w="808" w:type="pct"/>
            <w:shd w:val="clear" w:color="auto" w:fill="DEEAF6"/>
          </w:tcPr>
          <w:p w14:paraId="2FF02885" w14:textId="77777777" w:rsidR="00AB0B55" w:rsidRPr="00917ABE" w:rsidRDefault="00AB0B55" w:rsidP="009A04B9">
            <w:pPr>
              <w:jc w:val="both"/>
            </w:pPr>
          </w:p>
        </w:tc>
        <w:tc>
          <w:tcPr>
            <w:tcW w:w="967" w:type="pct"/>
            <w:shd w:val="clear" w:color="auto" w:fill="DEEAF6"/>
          </w:tcPr>
          <w:p w14:paraId="2B4F38DB" w14:textId="77777777" w:rsidR="00AB0B55" w:rsidRPr="00917ABE" w:rsidRDefault="00AB0B55" w:rsidP="009A04B9">
            <w:pPr>
              <w:jc w:val="center"/>
            </w:pPr>
          </w:p>
        </w:tc>
        <w:tc>
          <w:tcPr>
            <w:tcW w:w="968" w:type="pct"/>
            <w:shd w:val="clear" w:color="auto" w:fill="DEEAF6"/>
          </w:tcPr>
          <w:p w14:paraId="1944E86D" w14:textId="77777777" w:rsidR="00AB0B55" w:rsidRPr="009F7905" w:rsidRDefault="00796438" w:rsidP="009A04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  <w:r w:rsidR="00AB0B55" w:rsidRPr="009F7905">
              <w:rPr>
                <w:sz w:val="16"/>
                <w:szCs w:val="16"/>
              </w:rPr>
              <w:t>.m.</w:t>
            </w:r>
          </w:p>
        </w:tc>
        <w:tc>
          <w:tcPr>
            <w:tcW w:w="727" w:type="pct"/>
            <w:shd w:val="clear" w:color="auto" w:fill="DEEAF6"/>
          </w:tcPr>
          <w:p w14:paraId="0395604A" w14:textId="77777777" w:rsidR="00AB0B55" w:rsidRPr="009F7905" w:rsidRDefault="00AB0B55" w:rsidP="009A04B9">
            <w:pPr>
              <w:jc w:val="center"/>
              <w:rPr>
                <w:sz w:val="16"/>
                <w:szCs w:val="16"/>
              </w:rPr>
            </w:pPr>
            <w:r w:rsidRPr="009F7905">
              <w:rPr>
                <w:sz w:val="16"/>
                <w:szCs w:val="16"/>
              </w:rPr>
              <w:t xml:space="preserve">Cena jednostkowa brutto w zł za </w:t>
            </w:r>
            <w:r>
              <w:rPr>
                <w:sz w:val="16"/>
                <w:szCs w:val="16"/>
              </w:rPr>
              <w:t>1 przeszkoloną osobę</w:t>
            </w:r>
            <w:r w:rsidRPr="009F790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 zł</w:t>
            </w:r>
          </w:p>
        </w:tc>
        <w:tc>
          <w:tcPr>
            <w:tcW w:w="1047" w:type="pct"/>
            <w:shd w:val="clear" w:color="auto" w:fill="DEEAF6"/>
          </w:tcPr>
          <w:p w14:paraId="149B9D53" w14:textId="77777777" w:rsidR="00AB0B55" w:rsidRDefault="00AB0B55" w:rsidP="009A04B9">
            <w:pPr>
              <w:jc w:val="center"/>
              <w:rPr>
                <w:sz w:val="16"/>
                <w:szCs w:val="16"/>
              </w:rPr>
            </w:pPr>
            <w:r w:rsidRPr="009F7905">
              <w:rPr>
                <w:sz w:val="16"/>
                <w:szCs w:val="16"/>
              </w:rPr>
              <w:t xml:space="preserve">Wartość brutto w zł </w:t>
            </w:r>
          </w:p>
          <w:p w14:paraId="30EF3399" w14:textId="77777777" w:rsidR="00AB0B55" w:rsidRPr="009F7905" w:rsidRDefault="00AB0B55" w:rsidP="009A04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026F9A">
              <w:rPr>
                <w:sz w:val="16"/>
                <w:szCs w:val="16"/>
              </w:rPr>
              <w:t>kol.</w:t>
            </w:r>
            <w:r>
              <w:rPr>
                <w:sz w:val="16"/>
                <w:szCs w:val="16"/>
              </w:rPr>
              <w:t xml:space="preserve">3 x </w:t>
            </w:r>
            <w:r w:rsidR="00026F9A">
              <w:rPr>
                <w:sz w:val="16"/>
                <w:szCs w:val="16"/>
              </w:rPr>
              <w:t>kol.</w:t>
            </w:r>
            <w:r>
              <w:rPr>
                <w:sz w:val="16"/>
                <w:szCs w:val="16"/>
              </w:rPr>
              <w:t>4)</w:t>
            </w:r>
          </w:p>
          <w:p w14:paraId="639B4222" w14:textId="77777777" w:rsidR="00AB0B55" w:rsidRPr="009F7905" w:rsidRDefault="00AB0B55" w:rsidP="009A04B9">
            <w:pPr>
              <w:jc w:val="center"/>
              <w:rPr>
                <w:sz w:val="16"/>
                <w:szCs w:val="16"/>
              </w:rPr>
            </w:pPr>
          </w:p>
        </w:tc>
      </w:tr>
      <w:tr w:rsidR="00A91BEC" w:rsidRPr="009F7905" w14:paraId="58EDDF5F" w14:textId="77777777" w:rsidTr="00456DC6">
        <w:tc>
          <w:tcPr>
            <w:tcW w:w="483" w:type="pct"/>
            <w:shd w:val="clear" w:color="auto" w:fill="auto"/>
          </w:tcPr>
          <w:p w14:paraId="2D23059A" w14:textId="77777777" w:rsidR="00AB0B55" w:rsidRPr="009F7905" w:rsidRDefault="00AB0B55" w:rsidP="009A04B9">
            <w:pPr>
              <w:jc w:val="center"/>
              <w:rPr>
                <w:i/>
                <w:sz w:val="16"/>
                <w:szCs w:val="16"/>
              </w:rPr>
            </w:pPr>
            <w:r w:rsidRPr="009F7905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808" w:type="pct"/>
            <w:shd w:val="clear" w:color="auto" w:fill="auto"/>
          </w:tcPr>
          <w:p w14:paraId="339AC275" w14:textId="77777777" w:rsidR="00AB0B55" w:rsidRPr="009F7905" w:rsidRDefault="00AB0B55" w:rsidP="009A04B9">
            <w:pPr>
              <w:jc w:val="center"/>
              <w:rPr>
                <w:i/>
                <w:sz w:val="16"/>
                <w:szCs w:val="16"/>
              </w:rPr>
            </w:pPr>
            <w:r w:rsidRPr="009F7905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67" w:type="pct"/>
            <w:shd w:val="clear" w:color="auto" w:fill="auto"/>
          </w:tcPr>
          <w:p w14:paraId="5322D05B" w14:textId="77777777" w:rsidR="00AB0B55" w:rsidRPr="009F7905" w:rsidRDefault="00AB0B55" w:rsidP="009A04B9">
            <w:pPr>
              <w:jc w:val="center"/>
              <w:rPr>
                <w:i/>
                <w:sz w:val="16"/>
                <w:szCs w:val="16"/>
              </w:rPr>
            </w:pPr>
            <w:r w:rsidRPr="009F7905">
              <w:rPr>
                <w:i/>
                <w:sz w:val="16"/>
                <w:szCs w:val="16"/>
              </w:rPr>
              <w:t>2a</w:t>
            </w:r>
          </w:p>
        </w:tc>
        <w:tc>
          <w:tcPr>
            <w:tcW w:w="968" w:type="pct"/>
            <w:shd w:val="clear" w:color="auto" w:fill="auto"/>
          </w:tcPr>
          <w:p w14:paraId="79A00254" w14:textId="77777777" w:rsidR="00AB0B55" w:rsidRPr="009F7905" w:rsidRDefault="00AB0B55" w:rsidP="009A04B9">
            <w:pPr>
              <w:jc w:val="center"/>
              <w:rPr>
                <w:i/>
                <w:sz w:val="16"/>
                <w:szCs w:val="16"/>
              </w:rPr>
            </w:pPr>
            <w:r w:rsidRPr="009F7905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727" w:type="pct"/>
            <w:shd w:val="clear" w:color="auto" w:fill="auto"/>
          </w:tcPr>
          <w:p w14:paraId="0A865777" w14:textId="77777777" w:rsidR="00AB0B55" w:rsidRPr="009F7905" w:rsidRDefault="00AB0B55" w:rsidP="009A04B9">
            <w:pPr>
              <w:jc w:val="center"/>
              <w:rPr>
                <w:i/>
                <w:sz w:val="16"/>
                <w:szCs w:val="16"/>
              </w:rPr>
            </w:pPr>
            <w:r w:rsidRPr="009F7905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47" w:type="pct"/>
            <w:shd w:val="clear" w:color="auto" w:fill="auto"/>
          </w:tcPr>
          <w:p w14:paraId="5ED628F3" w14:textId="77777777" w:rsidR="00AB0B55" w:rsidRPr="009F7905" w:rsidRDefault="00AB0B55" w:rsidP="009A04B9">
            <w:pPr>
              <w:jc w:val="center"/>
              <w:rPr>
                <w:i/>
                <w:sz w:val="16"/>
                <w:szCs w:val="16"/>
              </w:rPr>
            </w:pPr>
            <w:r w:rsidRPr="009F7905">
              <w:rPr>
                <w:i/>
                <w:sz w:val="16"/>
                <w:szCs w:val="16"/>
              </w:rPr>
              <w:t>5</w:t>
            </w:r>
          </w:p>
        </w:tc>
      </w:tr>
      <w:tr w:rsidR="00456DC6" w:rsidRPr="009F7905" w14:paraId="693E321C" w14:textId="77777777" w:rsidTr="00456DC6">
        <w:trPr>
          <w:trHeight w:val="1564"/>
        </w:trPr>
        <w:tc>
          <w:tcPr>
            <w:tcW w:w="483" w:type="pct"/>
            <w:shd w:val="clear" w:color="auto" w:fill="auto"/>
          </w:tcPr>
          <w:p w14:paraId="389F2B56" w14:textId="77777777" w:rsidR="00456DC6" w:rsidRDefault="00456DC6" w:rsidP="00950067">
            <w:pPr>
              <w:jc w:val="center"/>
            </w:pPr>
          </w:p>
          <w:p w14:paraId="4D4E4454" w14:textId="77777777" w:rsidR="00456DC6" w:rsidRPr="002F5BD4" w:rsidRDefault="00456DC6" w:rsidP="00950067">
            <w:pPr>
              <w:jc w:val="center"/>
            </w:pPr>
            <w:r w:rsidRPr="002F5BD4">
              <w:t>1</w:t>
            </w:r>
            <w:r>
              <w:t>.</w:t>
            </w:r>
          </w:p>
        </w:tc>
        <w:tc>
          <w:tcPr>
            <w:tcW w:w="808" w:type="pct"/>
            <w:shd w:val="clear" w:color="auto" w:fill="auto"/>
          </w:tcPr>
          <w:p w14:paraId="4EA02C4C" w14:textId="77777777" w:rsidR="00456DC6" w:rsidRPr="001D72FC" w:rsidRDefault="00456DC6" w:rsidP="00950067">
            <w:pPr>
              <w:rPr>
                <w:sz w:val="18"/>
                <w:szCs w:val="18"/>
              </w:rPr>
            </w:pPr>
            <w:r w:rsidRPr="001D72FC">
              <w:rPr>
                <w:sz w:val="18"/>
                <w:szCs w:val="18"/>
              </w:rPr>
              <w:t>Szkolenie praktyczne                             i teoretyczne (dowódca załogi)</w:t>
            </w:r>
          </w:p>
          <w:p w14:paraId="71D03B05" w14:textId="77777777" w:rsidR="00456DC6" w:rsidRPr="001D72FC" w:rsidRDefault="00456DC6" w:rsidP="00950067">
            <w:pPr>
              <w:rPr>
                <w:sz w:val="18"/>
                <w:szCs w:val="18"/>
              </w:rPr>
            </w:pPr>
          </w:p>
        </w:tc>
        <w:tc>
          <w:tcPr>
            <w:tcW w:w="967" w:type="pct"/>
            <w:vMerge w:val="restart"/>
            <w:shd w:val="clear" w:color="auto" w:fill="auto"/>
            <w:vAlign w:val="center"/>
          </w:tcPr>
          <w:p w14:paraId="5C751FBB" w14:textId="77777777" w:rsidR="00456DC6" w:rsidRPr="000844FB" w:rsidRDefault="00456DC6" w:rsidP="00950067">
            <w:pPr>
              <w:jc w:val="center"/>
              <w:rPr>
                <w:b/>
                <w:sz w:val="24"/>
                <w:szCs w:val="24"/>
              </w:rPr>
            </w:pPr>
            <w:r w:rsidRPr="000844FB">
              <w:rPr>
                <w:sz w:val="24"/>
                <w:szCs w:val="24"/>
              </w:rPr>
              <w:t xml:space="preserve">łączna ilość godzin pracy symulatora – </w:t>
            </w:r>
            <w:r w:rsidR="00C42BA4">
              <w:rPr>
                <w:sz w:val="24"/>
                <w:szCs w:val="24"/>
              </w:rPr>
              <w:t>28</w:t>
            </w:r>
            <w:r w:rsidRPr="000844FB">
              <w:rPr>
                <w:b/>
                <w:sz w:val="28"/>
                <w:szCs w:val="28"/>
              </w:rPr>
              <w:t xml:space="preserve"> h</w:t>
            </w:r>
          </w:p>
          <w:p w14:paraId="144F3EF3" w14:textId="77777777" w:rsidR="00456DC6" w:rsidRPr="000844FB" w:rsidRDefault="00456DC6" w:rsidP="00950067">
            <w:pPr>
              <w:jc w:val="center"/>
              <w:rPr>
                <w:b/>
                <w:sz w:val="24"/>
                <w:szCs w:val="24"/>
              </w:rPr>
            </w:pPr>
            <w:r w:rsidRPr="000844FB">
              <w:rPr>
                <w:b/>
                <w:sz w:val="24"/>
                <w:szCs w:val="24"/>
              </w:rPr>
              <w:t xml:space="preserve">+ </w:t>
            </w:r>
          </w:p>
          <w:p w14:paraId="3F2EA6FA" w14:textId="77777777" w:rsidR="00456DC6" w:rsidRPr="000844FB" w:rsidRDefault="00C42BA4" w:rsidP="009500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  <w:r w:rsidR="00456DC6" w:rsidRPr="000844FB">
              <w:rPr>
                <w:b/>
                <w:sz w:val="28"/>
                <w:szCs w:val="28"/>
              </w:rPr>
              <w:t xml:space="preserve">h </w:t>
            </w:r>
          </w:p>
          <w:p w14:paraId="7BC88F39" w14:textId="77777777" w:rsidR="00456DC6" w:rsidRPr="009F7905" w:rsidRDefault="00456DC6" w:rsidP="00950067">
            <w:pPr>
              <w:jc w:val="center"/>
              <w:rPr>
                <w:sz w:val="24"/>
                <w:szCs w:val="24"/>
              </w:rPr>
            </w:pPr>
            <w:r w:rsidRPr="000844FB">
              <w:rPr>
                <w:sz w:val="24"/>
                <w:szCs w:val="24"/>
              </w:rPr>
              <w:t>szkolenia teoretycznego</w:t>
            </w:r>
          </w:p>
        </w:tc>
        <w:tc>
          <w:tcPr>
            <w:tcW w:w="968" w:type="pct"/>
            <w:shd w:val="clear" w:color="auto" w:fill="auto"/>
          </w:tcPr>
          <w:p w14:paraId="582B65B5" w14:textId="77777777" w:rsidR="00456DC6" w:rsidRPr="000844FB" w:rsidRDefault="00456DC6" w:rsidP="000844FB">
            <w:pPr>
              <w:jc w:val="center"/>
              <w:rPr>
                <w:b/>
                <w:sz w:val="22"/>
                <w:szCs w:val="22"/>
              </w:rPr>
            </w:pPr>
          </w:p>
          <w:p w14:paraId="13E9AF17" w14:textId="77777777" w:rsidR="00456DC6" w:rsidRPr="000844FB" w:rsidRDefault="00456DC6" w:rsidP="000844FB">
            <w:pPr>
              <w:jc w:val="center"/>
              <w:rPr>
                <w:b/>
                <w:sz w:val="22"/>
                <w:szCs w:val="22"/>
              </w:rPr>
            </w:pPr>
          </w:p>
          <w:p w14:paraId="06EED323" w14:textId="77777777" w:rsidR="00456DC6" w:rsidRPr="000844FB" w:rsidRDefault="00C42BA4" w:rsidP="000844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56DC6" w:rsidRPr="000844FB">
              <w:rPr>
                <w:b/>
                <w:sz w:val="24"/>
                <w:szCs w:val="24"/>
              </w:rPr>
              <w:t xml:space="preserve"> osób</w:t>
            </w:r>
          </w:p>
          <w:p w14:paraId="132687A9" w14:textId="77777777" w:rsidR="00456DC6" w:rsidRPr="000844FB" w:rsidRDefault="00456DC6" w:rsidP="000844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7" w:type="pct"/>
            <w:shd w:val="clear" w:color="auto" w:fill="auto"/>
          </w:tcPr>
          <w:p w14:paraId="482F1CBC" w14:textId="77777777" w:rsidR="00456DC6" w:rsidRPr="009F7905" w:rsidRDefault="00456DC6" w:rsidP="00950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7" w:type="pct"/>
            <w:shd w:val="clear" w:color="auto" w:fill="auto"/>
          </w:tcPr>
          <w:p w14:paraId="526E36EE" w14:textId="77777777" w:rsidR="00456DC6" w:rsidRPr="009F7905" w:rsidRDefault="00456DC6" w:rsidP="00950067">
            <w:pPr>
              <w:jc w:val="both"/>
              <w:rPr>
                <w:sz w:val="24"/>
                <w:szCs w:val="24"/>
              </w:rPr>
            </w:pPr>
          </w:p>
        </w:tc>
      </w:tr>
      <w:tr w:rsidR="00456DC6" w:rsidRPr="009F7905" w14:paraId="64E7939E" w14:textId="77777777" w:rsidTr="00456DC6">
        <w:trPr>
          <w:trHeight w:val="1564"/>
        </w:trPr>
        <w:tc>
          <w:tcPr>
            <w:tcW w:w="483" w:type="pct"/>
            <w:shd w:val="clear" w:color="auto" w:fill="auto"/>
          </w:tcPr>
          <w:p w14:paraId="12153A5C" w14:textId="77777777" w:rsidR="00456DC6" w:rsidRDefault="00456DC6" w:rsidP="00950067">
            <w:pPr>
              <w:jc w:val="center"/>
            </w:pPr>
          </w:p>
          <w:p w14:paraId="536C9B43" w14:textId="77777777" w:rsidR="00456DC6" w:rsidRPr="002F5BD4" w:rsidRDefault="00456DC6" w:rsidP="00950067">
            <w:pPr>
              <w:jc w:val="center"/>
            </w:pPr>
            <w:r w:rsidRPr="002F5BD4">
              <w:t>2</w:t>
            </w:r>
            <w:r>
              <w:t>.</w:t>
            </w:r>
          </w:p>
        </w:tc>
        <w:tc>
          <w:tcPr>
            <w:tcW w:w="808" w:type="pct"/>
            <w:shd w:val="clear" w:color="auto" w:fill="auto"/>
          </w:tcPr>
          <w:p w14:paraId="088D29E4" w14:textId="77777777" w:rsidR="00456DC6" w:rsidRPr="001D72FC" w:rsidRDefault="00456DC6" w:rsidP="00950067">
            <w:pPr>
              <w:rPr>
                <w:sz w:val="18"/>
                <w:szCs w:val="18"/>
              </w:rPr>
            </w:pPr>
            <w:r w:rsidRPr="001D72FC">
              <w:rPr>
                <w:sz w:val="18"/>
                <w:szCs w:val="18"/>
              </w:rPr>
              <w:t>Szkolenie praktyczne                          i  teoretyczne</w:t>
            </w:r>
          </w:p>
          <w:p w14:paraId="2A8CCD6C" w14:textId="77777777" w:rsidR="00456DC6" w:rsidRPr="001D72FC" w:rsidRDefault="00456DC6" w:rsidP="00950067">
            <w:pPr>
              <w:rPr>
                <w:sz w:val="18"/>
                <w:szCs w:val="18"/>
              </w:rPr>
            </w:pPr>
            <w:r w:rsidRPr="001D72FC">
              <w:rPr>
                <w:sz w:val="18"/>
                <w:szCs w:val="18"/>
              </w:rPr>
              <w:t>(pilot operator)</w:t>
            </w:r>
          </w:p>
          <w:p w14:paraId="76B1678C" w14:textId="77777777" w:rsidR="00456DC6" w:rsidRPr="001D72FC" w:rsidRDefault="00456DC6" w:rsidP="00950067">
            <w:pPr>
              <w:rPr>
                <w:sz w:val="18"/>
                <w:szCs w:val="18"/>
              </w:rPr>
            </w:pPr>
          </w:p>
        </w:tc>
        <w:tc>
          <w:tcPr>
            <w:tcW w:w="967" w:type="pct"/>
            <w:vMerge/>
            <w:shd w:val="clear" w:color="auto" w:fill="auto"/>
            <w:vAlign w:val="center"/>
          </w:tcPr>
          <w:p w14:paraId="0EDE525C" w14:textId="77777777" w:rsidR="00456DC6" w:rsidRPr="009F7905" w:rsidRDefault="00456DC6" w:rsidP="009500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</w:tcPr>
          <w:p w14:paraId="020A4780" w14:textId="77777777" w:rsidR="00456DC6" w:rsidRPr="000844FB" w:rsidRDefault="00456DC6" w:rsidP="000844FB">
            <w:pPr>
              <w:jc w:val="center"/>
              <w:rPr>
                <w:b/>
                <w:sz w:val="22"/>
                <w:szCs w:val="22"/>
              </w:rPr>
            </w:pPr>
          </w:p>
          <w:p w14:paraId="5F65B631" w14:textId="77777777" w:rsidR="00456DC6" w:rsidRPr="000844FB" w:rsidRDefault="00C42BA4" w:rsidP="000844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56DC6" w:rsidRPr="000844FB">
              <w:rPr>
                <w:b/>
                <w:sz w:val="24"/>
                <w:szCs w:val="24"/>
              </w:rPr>
              <w:t xml:space="preserve"> osób</w:t>
            </w:r>
          </w:p>
          <w:p w14:paraId="5C0B5496" w14:textId="77777777" w:rsidR="00456DC6" w:rsidRPr="000844FB" w:rsidRDefault="00456DC6" w:rsidP="000844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7" w:type="pct"/>
            <w:shd w:val="clear" w:color="auto" w:fill="auto"/>
          </w:tcPr>
          <w:p w14:paraId="39B8E6B8" w14:textId="77777777" w:rsidR="00456DC6" w:rsidRPr="009F7905" w:rsidRDefault="00456DC6" w:rsidP="00950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7" w:type="pct"/>
            <w:shd w:val="clear" w:color="auto" w:fill="auto"/>
          </w:tcPr>
          <w:p w14:paraId="0577EDB9" w14:textId="77777777" w:rsidR="00456DC6" w:rsidRPr="009F7905" w:rsidRDefault="00456DC6" w:rsidP="00950067">
            <w:pPr>
              <w:jc w:val="both"/>
              <w:rPr>
                <w:sz w:val="24"/>
                <w:szCs w:val="24"/>
              </w:rPr>
            </w:pPr>
          </w:p>
        </w:tc>
      </w:tr>
      <w:tr w:rsidR="00456DC6" w:rsidRPr="009F7905" w14:paraId="6E5E5633" w14:textId="77777777" w:rsidTr="00456DC6">
        <w:tc>
          <w:tcPr>
            <w:tcW w:w="3953" w:type="pct"/>
            <w:gridSpan w:val="5"/>
            <w:shd w:val="clear" w:color="auto" w:fill="DEEAF6"/>
          </w:tcPr>
          <w:p w14:paraId="23170432" w14:textId="77777777" w:rsidR="00456DC6" w:rsidRPr="00AC60C5" w:rsidRDefault="00456DC6" w:rsidP="00456DC6">
            <w:pPr>
              <w:jc w:val="right"/>
              <w:rPr>
                <w:b/>
                <w:i/>
                <w:sz w:val="22"/>
                <w:szCs w:val="22"/>
              </w:rPr>
            </w:pPr>
            <w:r w:rsidRPr="00AC60C5">
              <w:rPr>
                <w:b/>
                <w:i/>
                <w:sz w:val="22"/>
                <w:szCs w:val="22"/>
              </w:rPr>
              <w:t>Całkowita wartość brutto (suma pozycji 1 i 2 z kol. 5)</w:t>
            </w:r>
          </w:p>
        </w:tc>
        <w:tc>
          <w:tcPr>
            <w:tcW w:w="1047" w:type="pct"/>
            <w:shd w:val="clear" w:color="auto" w:fill="DEEAF6"/>
          </w:tcPr>
          <w:p w14:paraId="4508A5F1" w14:textId="77777777" w:rsidR="00456DC6" w:rsidRDefault="00456DC6" w:rsidP="00950067">
            <w:pPr>
              <w:jc w:val="both"/>
              <w:rPr>
                <w:sz w:val="24"/>
                <w:szCs w:val="24"/>
              </w:rPr>
            </w:pPr>
          </w:p>
          <w:p w14:paraId="77D2D5BB" w14:textId="77777777" w:rsidR="00456DC6" w:rsidRPr="009F7905" w:rsidRDefault="00456DC6" w:rsidP="00950067">
            <w:pPr>
              <w:jc w:val="both"/>
              <w:rPr>
                <w:sz w:val="24"/>
                <w:szCs w:val="24"/>
              </w:rPr>
            </w:pPr>
          </w:p>
        </w:tc>
      </w:tr>
    </w:tbl>
    <w:p w14:paraId="341DD8B1" w14:textId="77777777" w:rsidR="002F5BD4" w:rsidRPr="00A92272" w:rsidRDefault="002F5BD4" w:rsidP="002F5BD4">
      <w:pPr>
        <w:ind w:left="426"/>
        <w:jc w:val="both"/>
        <w:rPr>
          <w:b/>
          <w:sz w:val="18"/>
          <w:szCs w:val="18"/>
        </w:rPr>
      </w:pPr>
      <w:r w:rsidRPr="00A92272">
        <w:rPr>
          <w:b/>
          <w:sz w:val="18"/>
          <w:szCs w:val="18"/>
        </w:rPr>
        <w:t>* W cenie jednostkowej wskazywanej w kol. 4 należy uwzględnić wszystkie koszty związane z realizacją zamówienia m.in. koszty podróży, pobytu, wyżywienia, ubezpieczenia itp. oraz koszty szkolenia praktycznego i teoretycznego,</w:t>
      </w:r>
    </w:p>
    <w:p w14:paraId="780EC302" w14:textId="77777777" w:rsidR="002F5BD4" w:rsidRPr="00A92272" w:rsidRDefault="002F5BD4" w:rsidP="002F5BD4">
      <w:pPr>
        <w:spacing w:after="200"/>
        <w:ind w:left="426"/>
        <w:contextualSpacing/>
        <w:jc w:val="both"/>
        <w:rPr>
          <w:rFonts w:eastAsia="Calibri"/>
          <w:b/>
          <w:sz w:val="18"/>
          <w:szCs w:val="18"/>
          <w:lang w:eastAsia="en-US"/>
        </w:rPr>
      </w:pPr>
    </w:p>
    <w:p w14:paraId="695C1338" w14:textId="77777777" w:rsidR="00456DC6" w:rsidRPr="00A92272" w:rsidRDefault="004A3629" w:rsidP="00456DC6">
      <w:pPr>
        <w:spacing w:after="200"/>
        <w:ind w:left="426"/>
        <w:contextualSpacing/>
        <w:jc w:val="both"/>
        <w:rPr>
          <w:rFonts w:eastAsia="Calibri"/>
          <w:b/>
          <w:sz w:val="18"/>
          <w:szCs w:val="18"/>
          <w:lang w:eastAsia="en-US"/>
        </w:rPr>
      </w:pPr>
      <w:r w:rsidRPr="00A92272">
        <w:rPr>
          <w:sz w:val="18"/>
          <w:szCs w:val="18"/>
        </w:rPr>
        <w:t xml:space="preserve"> </w:t>
      </w:r>
      <w:r w:rsidR="00456DC6" w:rsidRPr="00A92272">
        <w:rPr>
          <w:rFonts w:eastAsia="Calibri"/>
          <w:b/>
          <w:sz w:val="18"/>
          <w:szCs w:val="18"/>
          <w:lang w:eastAsia="en-US"/>
        </w:rPr>
        <w:t xml:space="preserve">**Zamawiający wymaga aby piloci operatorzy </w:t>
      </w:r>
      <w:r w:rsidR="00456DC6" w:rsidRPr="00A92272">
        <w:rPr>
          <w:rFonts w:eastAsia="Calibri"/>
          <w:b/>
          <w:sz w:val="18"/>
          <w:szCs w:val="18"/>
          <w:u w:val="single"/>
          <w:lang w:eastAsia="en-US"/>
        </w:rPr>
        <w:t>odbywali szkolenia praktyczne razem</w:t>
      </w:r>
      <w:r w:rsidR="00456DC6" w:rsidRPr="00A92272">
        <w:rPr>
          <w:rFonts w:eastAsia="Calibri"/>
          <w:b/>
          <w:sz w:val="18"/>
          <w:szCs w:val="18"/>
          <w:lang w:eastAsia="en-US"/>
        </w:rPr>
        <w:t xml:space="preserve"> z dowódcami załogi podczas tej samej sesji szkoleniowej praktycznej przeznaczonej dla dowódcy załogi. Zamawiający nie przewiduje oddzielnej sesji szkoleniowej praktycznej dla pilotów operatorów więc Wykonawca winien wskazać tylko </w:t>
      </w:r>
      <w:r w:rsidR="00456DC6" w:rsidRPr="00A92272">
        <w:rPr>
          <w:b/>
          <w:sz w:val="18"/>
          <w:szCs w:val="18"/>
        </w:rPr>
        <w:t>koszty podróży, pobytu, wyżywienia, ubezpieczenia itp. oraz koszty szkolenia teoretycznego.</w:t>
      </w:r>
    </w:p>
    <w:p w14:paraId="0C5A2FFA" w14:textId="77777777" w:rsidR="00E33F62" w:rsidRPr="00A92272" w:rsidRDefault="00E33F62" w:rsidP="003473FE">
      <w:pPr>
        <w:spacing w:line="276" w:lineRule="auto"/>
        <w:jc w:val="both"/>
        <w:rPr>
          <w:color w:val="FF0000"/>
          <w:sz w:val="18"/>
          <w:szCs w:val="18"/>
        </w:rPr>
      </w:pPr>
    </w:p>
    <w:p w14:paraId="7AEF3B1F" w14:textId="77777777" w:rsidR="003473FE" w:rsidRPr="00AF36DF" w:rsidRDefault="00E33F62" w:rsidP="003473FE">
      <w:pPr>
        <w:spacing w:line="276" w:lineRule="auto"/>
        <w:jc w:val="both"/>
        <w:rPr>
          <w:sz w:val="18"/>
          <w:szCs w:val="18"/>
        </w:rPr>
      </w:pPr>
      <w:r>
        <w:rPr>
          <w:color w:val="FF0000"/>
          <w:sz w:val="18"/>
          <w:szCs w:val="18"/>
        </w:rPr>
        <w:t xml:space="preserve">        </w:t>
      </w:r>
      <w:r w:rsidR="003473FE" w:rsidRPr="00AF36DF">
        <w:rPr>
          <w:sz w:val="18"/>
          <w:szCs w:val="18"/>
        </w:rPr>
        <w:t xml:space="preserve">Zamawiający zastrzega aby żadna z cen pozycji tabeli nie została określona wartością </w:t>
      </w:r>
      <w:r w:rsidR="003473FE" w:rsidRPr="00AF36DF">
        <w:rPr>
          <w:b/>
          <w:sz w:val="18"/>
          <w:szCs w:val="18"/>
        </w:rPr>
        <w:t>0,00 zł,</w:t>
      </w:r>
    </w:p>
    <w:p w14:paraId="46BC0208" w14:textId="77777777" w:rsidR="003473FE" w:rsidRPr="00AF36DF" w:rsidRDefault="004A3629" w:rsidP="003473FE">
      <w:pPr>
        <w:spacing w:line="276" w:lineRule="auto"/>
        <w:jc w:val="both"/>
        <w:rPr>
          <w:sz w:val="18"/>
          <w:szCs w:val="18"/>
        </w:rPr>
      </w:pPr>
      <w:r w:rsidRPr="00AF36DF">
        <w:rPr>
          <w:sz w:val="18"/>
          <w:szCs w:val="18"/>
        </w:rPr>
        <w:t xml:space="preserve">        </w:t>
      </w:r>
      <w:r w:rsidR="003473FE" w:rsidRPr="00AF36DF">
        <w:rPr>
          <w:sz w:val="18"/>
          <w:szCs w:val="18"/>
        </w:rPr>
        <w:t xml:space="preserve">Brak wyceny którejkolwiek z pozycji w tabeli lub wartość </w:t>
      </w:r>
      <w:r w:rsidR="003473FE" w:rsidRPr="00AF36DF">
        <w:rPr>
          <w:b/>
          <w:sz w:val="18"/>
          <w:szCs w:val="18"/>
        </w:rPr>
        <w:t>0,00 zł</w:t>
      </w:r>
      <w:r w:rsidR="003473FE" w:rsidRPr="00AF36DF">
        <w:rPr>
          <w:sz w:val="18"/>
          <w:szCs w:val="18"/>
        </w:rPr>
        <w:t>, skutkować będzie odrzuceniem oferty.</w:t>
      </w:r>
    </w:p>
    <w:p w14:paraId="35A6CACB" w14:textId="77777777" w:rsidR="00732EB9" w:rsidRPr="00A03482" w:rsidRDefault="00732EB9" w:rsidP="00F54535">
      <w:pPr>
        <w:pStyle w:val="Bezodstpw"/>
        <w:spacing w:before="60"/>
        <w:jc w:val="both"/>
        <w:rPr>
          <w:rFonts w:ascii="Times New Roman" w:hAnsi="Times New Roman"/>
          <w:i/>
          <w:sz w:val="16"/>
          <w:szCs w:val="16"/>
        </w:rPr>
      </w:pPr>
    </w:p>
    <w:sectPr w:rsidR="00732EB9" w:rsidRPr="00A03482" w:rsidSect="00BB7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7F1FD" w14:textId="77777777" w:rsidR="00FF5920" w:rsidRDefault="00FF5920">
      <w:r>
        <w:separator/>
      </w:r>
    </w:p>
  </w:endnote>
  <w:endnote w:type="continuationSeparator" w:id="0">
    <w:p w14:paraId="3056C58A" w14:textId="77777777" w:rsidR="00FF5920" w:rsidRDefault="00FF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29F3" w14:textId="77777777"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7010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75000F5" w14:textId="77777777"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4609" w14:textId="77777777"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E5780C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E5780C">
      <w:rPr>
        <w:rStyle w:val="Numerstrony"/>
        <w:i/>
        <w:noProof/>
        <w:sz w:val="16"/>
        <w:szCs w:val="16"/>
      </w:rPr>
      <w:t>6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1963" w14:textId="77777777"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461C016" w14:textId="77777777" w:rsidR="00F57CB8" w:rsidRDefault="00F57CB8">
    <w:pPr>
      <w:pStyle w:val="Stopka"/>
      <w:tabs>
        <w:tab w:val="clear" w:pos="4536"/>
      </w:tabs>
      <w:jc w:val="center"/>
    </w:pPr>
  </w:p>
  <w:p w14:paraId="3512CCA8" w14:textId="77777777"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B7010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D108C" w14:textId="77777777" w:rsidR="00FF5920" w:rsidRDefault="00FF5920">
      <w:r>
        <w:separator/>
      </w:r>
    </w:p>
  </w:footnote>
  <w:footnote w:type="continuationSeparator" w:id="0">
    <w:p w14:paraId="144CF44E" w14:textId="77777777" w:rsidR="00FF5920" w:rsidRDefault="00FF5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47117" w14:textId="77777777" w:rsidR="0095286C" w:rsidRDefault="009528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3903" w14:textId="77777777" w:rsidR="00F57CB8" w:rsidRPr="00961204" w:rsidRDefault="00691622">
    <w:pPr>
      <w:pStyle w:val="Nagwek"/>
      <w:rPr>
        <w:i/>
      </w:rPr>
    </w:pPr>
    <w:r w:rsidRPr="009F383B">
      <w:rPr>
        <w:i/>
      </w:rPr>
      <w:t xml:space="preserve">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0469" w14:textId="77777777" w:rsidR="0095286C" w:rsidRDefault="009528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10C2"/>
    <w:multiLevelType w:val="hybridMultilevel"/>
    <w:tmpl w:val="A162BE1E"/>
    <w:lvl w:ilvl="0" w:tplc="21C8564C">
      <w:start w:val="1"/>
      <w:numFmt w:val="lowerLetter"/>
      <w:lvlText w:val="%1."/>
      <w:lvlJc w:val="left"/>
      <w:pPr>
        <w:ind w:left="4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369B7"/>
    <w:multiLevelType w:val="hybridMultilevel"/>
    <w:tmpl w:val="68445022"/>
    <w:lvl w:ilvl="0" w:tplc="A7B0AA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E29AC"/>
    <w:multiLevelType w:val="hybridMultilevel"/>
    <w:tmpl w:val="D4A2E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C5478"/>
    <w:multiLevelType w:val="hybridMultilevel"/>
    <w:tmpl w:val="15F25A7A"/>
    <w:lvl w:ilvl="0" w:tplc="45A8A9A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29D402A"/>
    <w:multiLevelType w:val="hybridMultilevel"/>
    <w:tmpl w:val="9440D4BE"/>
    <w:lvl w:ilvl="0" w:tplc="F9109DBA">
      <w:start w:val="4"/>
      <w:numFmt w:val="bullet"/>
      <w:lvlText w:val=""/>
      <w:lvlJc w:val="left"/>
      <w:pPr>
        <w:ind w:left="79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6B11A4A"/>
    <w:multiLevelType w:val="hybridMultilevel"/>
    <w:tmpl w:val="4BB24778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5A925F1F"/>
    <w:multiLevelType w:val="hybridMultilevel"/>
    <w:tmpl w:val="85B85D2C"/>
    <w:lvl w:ilvl="0" w:tplc="F86CC8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1B40DD"/>
    <w:multiLevelType w:val="hybridMultilevel"/>
    <w:tmpl w:val="71E0063E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162DE"/>
    <w:multiLevelType w:val="hybridMultilevel"/>
    <w:tmpl w:val="4F0275BC"/>
    <w:lvl w:ilvl="0" w:tplc="05D86D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64666537">
    <w:abstractNumId w:val="9"/>
  </w:num>
  <w:num w:numId="2" w16cid:durableId="1705323393">
    <w:abstractNumId w:val="13"/>
  </w:num>
  <w:num w:numId="3" w16cid:durableId="925648271">
    <w:abstractNumId w:val="11"/>
  </w:num>
  <w:num w:numId="4" w16cid:durableId="1367214185">
    <w:abstractNumId w:val="1"/>
  </w:num>
  <w:num w:numId="5" w16cid:durableId="1380209307">
    <w:abstractNumId w:val="15"/>
  </w:num>
  <w:num w:numId="6" w16cid:durableId="1212039450">
    <w:abstractNumId w:val="3"/>
  </w:num>
  <w:num w:numId="7" w16cid:durableId="1317026199">
    <w:abstractNumId w:val="12"/>
  </w:num>
  <w:num w:numId="8" w16cid:durableId="2809586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6160178">
    <w:abstractNumId w:val="7"/>
  </w:num>
  <w:num w:numId="10" w16cid:durableId="310989130">
    <w:abstractNumId w:val="6"/>
  </w:num>
  <w:num w:numId="11" w16cid:durableId="1515068428">
    <w:abstractNumId w:val="8"/>
  </w:num>
  <w:num w:numId="12" w16cid:durableId="1101486433">
    <w:abstractNumId w:val="2"/>
  </w:num>
  <w:num w:numId="13" w16cid:durableId="663360851">
    <w:abstractNumId w:val="5"/>
  </w:num>
  <w:num w:numId="14" w16cid:durableId="878203297">
    <w:abstractNumId w:val="14"/>
  </w:num>
  <w:num w:numId="15" w16cid:durableId="1134788330">
    <w:abstractNumId w:val="10"/>
  </w:num>
  <w:num w:numId="16" w16cid:durableId="6248502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A6"/>
    <w:rsid w:val="00001901"/>
    <w:rsid w:val="000072B4"/>
    <w:rsid w:val="000079D3"/>
    <w:rsid w:val="0001245D"/>
    <w:rsid w:val="00012BAA"/>
    <w:rsid w:val="00013FCE"/>
    <w:rsid w:val="00016915"/>
    <w:rsid w:val="00021DC2"/>
    <w:rsid w:val="000224E0"/>
    <w:rsid w:val="000238BB"/>
    <w:rsid w:val="00024939"/>
    <w:rsid w:val="00025CA4"/>
    <w:rsid w:val="00026F9A"/>
    <w:rsid w:val="00027B68"/>
    <w:rsid w:val="0003135B"/>
    <w:rsid w:val="0003711D"/>
    <w:rsid w:val="00040132"/>
    <w:rsid w:val="00047B5A"/>
    <w:rsid w:val="00050059"/>
    <w:rsid w:val="00050EB6"/>
    <w:rsid w:val="00053D7F"/>
    <w:rsid w:val="0005520D"/>
    <w:rsid w:val="000626BB"/>
    <w:rsid w:val="00064DA4"/>
    <w:rsid w:val="00066D08"/>
    <w:rsid w:val="00070D0E"/>
    <w:rsid w:val="00072867"/>
    <w:rsid w:val="00072A60"/>
    <w:rsid w:val="00072FA9"/>
    <w:rsid w:val="00077580"/>
    <w:rsid w:val="000802FD"/>
    <w:rsid w:val="00080AD3"/>
    <w:rsid w:val="00080D61"/>
    <w:rsid w:val="000844FB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146E"/>
    <w:rsid w:val="000A4110"/>
    <w:rsid w:val="000A4761"/>
    <w:rsid w:val="000A673C"/>
    <w:rsid w:val="000B12CF"/>
    <w:rsid w:val="000B2647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4A4B"/>
    <w:rsid w:val="000E6F0D"/>
    <w:rsid w:val="000F0EF8"/>
    <w:rsid w:val="000F1CB6"/>
    <w:rsid w:val="000F1EC5"/>
    <w:rsid w:val="000F3A23"/>
    <w:rsid w:val="000F40F0"/>
    <w:rsid w:val="000F495B"/>
    <w:rsid w:val="000F6B86"/>
    <w:rsid w:val="00102C90"/>
    <w:rsid w:val="00103C90"/>
    <w:rsid w:val="00103D4D"/>
    <w:rsid w:val="00104F8C"/>
    <w:rsid w:val="0010650D"/>
    <w:rsid w:val="00107F96"/>
    <w:rsid w:val="00113528"/>
    <w:rsid w:val="001138B1"/>
    <w:rsid w:val="00114826"/>
    <w:rsid w:val="001158B8"/>
    <w:rsid w:val="0011793C"/>
    <w:rsid w:val="00120634"/>
    <w:rsid w:val="00122CB1"/>
    <w:rsid w:val="00123DF9"/>
    <w:rsid w:val="001243CB"/>
    <w:rsid w:val="00126488"/>
    <w:rsid w:val="0012652E"/>
    <w:rsid w:val="001303AC"/>
    <w:rsid w:val="00133FD3"/>
    <w:rsid w:val="00134164"/>
    <w:rsid w:val="00135683"/>
    <w:rsid w:val="00135707"/>
    <w:rsid w:val="00140E7C"/>
    <w:rsid w:val="0014105D"/>
    <w:rsid w:val="00142EFD"/>
    <w:rsid w:val="00144F4B"/>
    <w:rsid w:val="00152177"/>
    <w:rsid w:val="00155A6F"/>
    <w:rsid w:val="001629B4"/>
    <w:rsid w:val="0016497E"/>
    <w:rsid w:val="00171272"/>
    <w:rsid w:val="00171609"/>
    <w:rsid w:val="001765D5"/>
    <w:rsid w:val="00180460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AFF"/>
    <w:rsid w:val="00196F8A"/>
    <w:rsid w:val="00197CC7"/>
    <w:rsid w:val="001A140E"/>
    <w:rsid w:val="001A3E53"/>
    <w:rsid w:val="001A70C8"/>
    <w:rsid w:val="001B4BEA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D72FC"/>
    <w:rsid w:val="001E084A"/>
    <w:rsid w:val="001E0E80"/>
    <w:rsid w:val="001E17AF"/>
    <w:rsid w:val="001E234C"/>
    <w:rsid w:val="001E3525"/>
    <w:rsid w:val="001E3731"/>
    <w:rsid w:val="001E45A9"/>
    <w:rsid w:val="001E4E83"/>
    <w:rsid w:val="001E50C2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2FEC"/>
    <w:rsid w:val="0021679C"/>
    <w:rsid w:val="002207A3"/>
    <w:rsid w:val="00225EF8"/>
    <w:rsid w:val="00227E07"/>
    <w:rsid w:val="00227EBD"/>
    <w:rsid w:val="00231524"/>
    <w:rsid w:val="00231F0A"/>
    <w:rsid w:val="002413E5"/>
    <w:rsid w:val="0024290C"/>
    <w:rsid w:val="002474EC"/>
    <w:rsid w:val="0025022E"/>
    <w:rsid w:val="00250616"/>
    <w:rsid w:val="00252B0F"/>
    <w:rsid w:val="0025394E"/>
    <w:rsid w:val="0026103B"/>
    <w:rsid w:val="0027142D"/>
    <w:rsid w:val="002722B4"/>
    <w:rsid w:val="0027444E"/>
    <w:rsid w:val="00275394"/>
    <w:rsid w:val="002772D7"/>
    <w:rsid w:val="00280E41"/>
    <w:rsid w:val="002813A4"/>
    <w:rsid w:val="0028485B"/>
    <w:rsid w:val="002868E6"/>
    <w:rsid w:val="00292F5E"/>
    <w:rsid w:val="00293CA5"/>
    <w:rsid w:val="00295AFF"/>
    <w:rsid w:val="002965C2"/>
    <w:rsid w:val="002A3209"/>
    <w:rsid w:val="002A5331"/>
    <w:rsid w:val="002B0C3A"/>
    <w:rsid w:val="002B0E58"/>
    <w:rsid w:val="002B1A3E"/>
    <w:rsid w:val="002B3B9F"/>
    <w:rsid w:val="002B40E1"/>
    <w:rsid w:val="002C65BE"/>
    <w:rsid w:val="002C6AEB"/>
    <w:rsid w:val="002C72A9"/>
    <w:rsid w:val="002C7C22"/>
    <w:rsid w:val="002D5C4F"/>
    <w:rsid w:val="002D6481"/>
    <w:rsid w:val="002D700C"/>
    <w:rsid w:val="002E015F"/>
    <w:rsid w:val="002E13A9"/>
    <w:rsid w:val="002E2EAB"/>
    <w:rsid w:val="002E463F"/>
    <w:rsid w:val="002F2422"/>
    <w:rsid w:val="002F3D25"/>
    <w:rsid w:val="002F437E"/>
    <w:rsid w:val="002F5671"/>
    <w:rsid w:val="002F5BD4"/>
    <w:rsid w:val="002F7C41"/>
    <w:rsid w:val="002F7D96"/>
    <w:rsid w:val="00300400"/>
    <w:rsid w:val="0030258F"/>
    <w:rsid w:val="00306B67"/>
    <w:rsid w:val="00310F97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4B8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789A"/>
    <w:rsid w:val="003C1B85"/>
    <w:rsid w:val="003C3B6D"/>
    <w:rsid w:val="003C64E0"/>
    <w:rsid w:val="003D0248"/>
    <w:rsid w:val="003D0778"/>
    <w:rsid w:val="003D09C8"/>
    <w:rsid w:val="003D2E7D"/>
    <w:rsid w:val="003D7B2B"/>
    <w:rsid w:val="003E3464"/>
    <w:rsid w:val="003E44EA"/>
    <w:rsid w:val="003E4F9A"/>
    <w:rsid w:val="003E6A4A"/>
    <w:rsid w:val="003F0B57"/>
    <w:rsid w:val="003F1D54"/>
    <w:rsid w:val="003F567D"/>
    <w:rsid w:val="00403347"/>
    <w:rsid w:val="0040574A"/>
    <w:rsid w:val="004101E9"/>
    <w:rsid w:val="0041072F"/>
    <w:rsid w:val="00410EE3"/>
    <w:rsid w:val="00411BF4"/>
    <w:rsid w:val="00412432"/>
    <w:rsid w:val="00413EDB"/>
    <w:rsid w:val="00416391"/>
    <w:rsid w:val="004177A0"/>
    <w:rsid w:val="00417F73"/>
    <w:rsid w:val="0042153A"/>
    <w:rsid w:val="00421CF7"/>
    <w:rsid w:val="00423AF1"/>
    <w:rsid w:val="00423D41"/>
    <w:rsid w:val="00424CB2"/>
    <w:rsid w:val="00426511"/>
    <w:rsid w:val="00426D81"/>
    <w:rsid w:val="004311E3"/>
    <w:rsid w:val="00436BAD"/>
    <w:rsid w:val="00440841"/>
    <w:rsid w:val="00440CD4"/>
    <w:rsid w:val="0044204F"/>
    <w:rsid w:val="004431F0"/>
    <w:rsid w:val="00444280"/>
    <w:rsid w:val="00446310"/>
    <w:rsid w:val="00451099"/>
    <w:rsid w:val="004538EB"/>
    <w:rsid w:val="00456DC6"/>
    <w:rsid w:val="00457225"/>
    <w:rsid w:val="0046106E"/>
    <w:rsid w:val="004616AC"/>
    <w:rsid w:val="00461E2C"/>
    <w:rsid w:val="004633CF"/>
    <w:rsid w:val="00464AC8"/>
    <w:rsid w:val="00465592"/>
    <w:rsid w:val="00472B1D"/>
    <w:rsid w:val="0047362D"/>
    <w:rsid w:val="00474BCF"/>
    <w:rsid w:val="0047580E"/>
    <w:rsid w:val="0047645B"/>
    <w:rsid w:val="00477F2C"/>
    <w:rsid w:val="00480800"/>
    <w:rsid w:val="00483B20"/>
    <w:rsid w:val="00484022"/>
    <w:rsid w:val="0048793C"/>
    <w:rsid w:val="004902F3"/>
    <w:rsid w:val="00490BA6"/>
    <w:rsid w:val="004921DD"/>
    <w:rsid w:val="0049252D"/>
    <w:rsid w:val="004925A4"/>
    <w:rsid w:val="004949B5"/>
    <w:rsid w:val="00495DA7"/>
    <w:rsid w:val="00496172"/>
    <w:rsid w:val="00496B38"/>
    <w:rsid w:val="004A0772"/>
    <w:rsid w:val="004A1C4D"/>
    <w:rsid w:val="004A3629"/>
    <w:rsid w:val="004A4BA6"/>
    <w:rsid w:val="004A654B"/>
    <w:rsid w:val="004A78BC"/>
    <w:rsid w:val="004B10F6"/>
    <w:rsid w:val="004B705D"/>
    <w:rsid w:val="004B753F"/>
    <w:rsid w:val="004C12DD"/>
    <w:rsid w:val="004C1838"/>
    <w:rsid w:val="004D04C3"/>
    <w:rsid w:val="004D4207"/>
    <w:rsid w:val="004D42EA"/>
    <w:rsid w:val="004D4309"/>
    <w:rsid w:val="004D590D"/>
    <w:rsid w:val="004D5D40"/>
    <w:rsid w:val="004D7BE5"/>
    <w:rsid w:val="004F0852"/>
    <w:rsid w:val="004F289A"/>
    <w:rsid w:val="004F2FEF"/>
    <w:rsid w:val="004F5357"/>
    <w:rsid w:val="004F6557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1365"/>
    <w:rsid w:val="0053674F"/>
    <w:rsid w:val="005368C1"/>
    <w:rsid w:val="00540212"/>
    <w:rsid w:val="00542808"/>
    <w:rsid w:val="00542A60"/>
    <w:rsid w:val="00543B67"/>
    <w:rsid w:val="00547EA4"/>
    <w:rsid w:val="00551091"/>
    <w:rsid w:val="00555BE6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16AF"/>
    <w:rsid w:val="005865B3"/>
    <w:rsid w:val="00587C59"/>
    <w:rsid w:val="00590547"/>
    <w:rsid w:val="00590D10"/>
    <w:rsid w:val="0059137A"/>
    <w:rsid w:val="005920CF"/>
    <w:rsid w:val="005930E7"/>
    <w:rsid w:val="0059385E"/>
    <w:rsid w:val="00593B65"/>
    <w:rsid w:val="0059590A"/>
    <w:rsid w:val="005A1843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3B9A"/>
    <w:rsid w:val="005C624F"/>
    <w:rsid w:val="005C6515"/>
    <w:rsid w:val="005C6975"/>
    <w:rsid w:val="005C6ED2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E640B"/>
    <w:rsid w:val="005F05F1"/>
    <w:rsid w:val="005F0C32"/>
    <w:rsid w:val="005F3A3A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30456"/>
    <w:rsid w:val="00630A61"/>
    <w:rsid w:val="00630C93"/>
    <w:rsid w:val="00631D74"/>
    <w:rsid w:val="00631E08"/>
    <w:rsid w:val="006323F1"/>
    <w:rsid w:val="00634846"/>
    <w:rsid w:val="006358EE"/>
    <w:rsid w:val="00636906"/>
    <w:rsid w:val="00640152"/>
    <w:rsid w:val="00642E15"/>
    <w:rsid w:val="00644819"/>
    <w:rsid w:val="00645447"/>
    <w:rsid w:val="00650177"/>
    <w:rsid w:val="006530B7"/>
    <w:rsid w:val="00654B39"/>
    <w:rsid w:val="00661A03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63C"/>
    <w:rsid w:val="00682B7B"/>
    <w:rsid w:val="00686907"/>
    <w:rsid w:val="00687B34"/>
    <w:rsid w:val="00691142"/>
    <w:rsid w:val="00691622"/>
    <w:rsid w:val="006A1471"/>
    <w:rsid w:val="006A54A6"/>
    <w:rsid w:val="006A64BA"/>
    <w:rsid w:val="006A7912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E0CB9"/>
    <w:rsid w:val="006E0E11"/>
    <w:rsid w:val="006E131D"/>
    <w:rsid w:val="006E3A03"/>
    <w:rsid w:val="006E4413"/>
    <w:rsid w:val="006E4BDE"/>
    <w:rsid w:val="006E71E5"/>
    <w:rsid w:val="006E73DF"/>
    <w:rsid w:val="006F0DB4"/>
    <w:rsid w:val="006F3675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2EB9"/>
    <w:rsid w:val="007412D8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6CE0"/>
    <w:rsid w:val="007671BA"/>
    <w:rsid w:val="00767578"/>
    <w:rsid w:val="00774892"/>
    <w:rsid w:val="00775B17"/>
    <w:rsid w:val="00777090"/>
    <w:rsid w:val="007866B6"/>
    <w:rsid w:val="0078745A"/>
    <w:rsid w:val="007875B5"/>
    <w:rsid w:val="00787B65"/>
    <w:rsid w:val="00790954"/>
    <w:rsid w:val="007936C0"/>
    <w:rsid w:val="00796438"/>
    <w:rsid w:val="007A0873"/>
    <w:rsid w:val="007A39FE"/>
    <w:rsid w:val="007A4AAF"/>
    <w:rsid w:val="007A50F3"/>
    <w:rsid w:val="007B0FAE"/>
    <w:rsid w:val="007B1570"/>
    <w:rsid w:val="007B4B6E"/>
    <w:rsid w:val="007C0772"/>
    <w:rsid w:val="007C26DB"/>
    <w:rsid w:val="007C44BE"/>
    <w:rsid w:val="007C6269"/>
    <w:rsid w:val="007C72C0"/>
    <w:rsid w:val="007D16D0"/>
    <w:rsid w:val="007D2820"/>
    <w:rsid w:val="007D3CCA"/>
    <w:rsid w:val="007D4A82"/>
    <w:rsid w:val="007D4E67"/>
    <w:rsid w:val="007D62F5"/>
    <w:rsid w:val="007D66AB"/>
    <w:rsid w:val="007E1F8C"/>
    <w:rsid w:val="007E2568"/>
    <w:rsid w:val="007E40C2"/>
    <w:rsid w:val="007E5F3A"/>
    <w:rsid w:val="007E6502"/>
    <w:rsid w:val="007F11DB"/>
    <w:rsid w:val="007F4BE8"/>
    <w:rsid w:val="007F585C"/>
    <w:rsid w:val="007F6939"/>
    <w:rsid w:val="007F7556"/>
    <w:rsid w:val="007F7A15"/>
    <w:rsid w:val="0080274E"/>
    <w:rsid w:val="00802DD8"/>
    <w:rsid w:val="00806D2C"/>
    <w:rsid w:val="008132F4"/>
    <w:rsid w:val="0081373B"/>
    <w:rsid w:val="00814DBF"/>
    <w:rsid w:val="00815563"/>
    <w:rsid w:val="00815B37"/>
    <w:rsid w:val="00815F17"/>
    <w:rsid w:val="00817DF6"/>
    <w:rsid w:val="00820B82"/>
    <w:rsid w:val="008271AD"/>
    <w:rsid w:val="008300B4"/>
    <w:rsid w:val="00831264"/>
    <w:rsid w:val="00832C44"/>
    <w:rsid w:val="00833FCD"/>
    <w:rsid w:val="00834D6B"/>
    <w:rsid w:val="008404FF"/>
    <w:rsid w:val="00843B79"/>
    <w:rsid w:val="00844A14"/>
    <w:rsid w:val="00844D5F"/>
    <w:rsid w:val="0084502C"/>
    <w:rsid w:val="008472B1"/>
    <w:rsid w:val="00851617"/>
    <w:rsid w:val="008530A6"/>
    <w:rsid w:val="008576F9"/>
    <w:rsid w:val="008577AF"/>
    <w:rsid w:val="00857894"/>
    <w:rsid w:val="00857CE1"/>
    <w:rsid w:val="0086618A"/>
    <w:rsid w:val="00866CC1"/>
    <w:rsid w:val="0086713D"/>
    <w:rsid w:val="00870302"/>
    <w:rsid w:val="008726AC"/>
    <w:rsid w:val="00873C8E"/>
    <w:rsid w:val="00875806"/>
    <w:rsid w:val="0087583A"/>
    <w:rsid w:val="008945D0"/>
    <w:rsid w:val="00894D6D"/>
    <w:rsid w:val="00895CF8"/>
    <w:rsid w:val="00896936"/>
    <w:rsid w:val="008A29FC"/>
    <w:rsid w:val="008A4A24"/>
    <w:rsid w:val="008A5CB7"/>
    <w:rsid w:val="008B06D3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D7644"/>
    <w:rsid w:val="008E0B85"/>
    <w:rsid w:val="008E0CB3"/>
    <w:rsid w:val="008E2636"/>
    <w:rsid w:val="008E338E"/>
    <w:rsid w:val="008E3DCA"/>
    <w:rsid w:val="008E4752"/>
    <w:rsid w:val="008E4DA4"/>
    <w:rsid w:val="008E6D55"/>
    <w:rsid w:val="008E6DBB"/>
    <w:rsid w:val="008F09FD"/>
    <w:rsid w:val="008F1C45"/>
    <w:rsid w:val="008F21DB"/>
    <w:rsid w:val="008F4472"/>
    <w:rsid w:val="008F5FE5"/>
    <w:rsid w:val="009002CC"/>
    <w:rsid w:val="009047BA"/>
    <w:rsid w:val="009128E3"/>
    <w:rsid w:val="009140E3"/>
    <w:rsid w:val="00914350"/>
    <w:rsid w:val="009143A8"/>
    <w:rsid w:val="00920E4A"/>
    <w:rsid w:val="00921713"/>
    <w:rsid w:val="009244F1"/>
    <w:rsid w:val="0093690A"/>
    <w:rsid w:val="009405BC"/>
    <w:rsid w:val="0094524E"/>
    <w:rsid w:val="00946DB2"/>
    <w:rsid w:val="00950067"/>
    <w:rsid w:val="0095048C"/>
    <w:rsid w:val="0095286C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AF4"/>
    <w:rsid w:val="00977EBB"/>
    <w:rsid w:val="009812DA"/>
    <w:rsid w:val="009868A5"/>
    <w:rsid w:val="00987FB7"/>
    <w:rsid w:val="00991387"/>
    <w:rsid w:val="0099749D"/>
    <w:rsid w:val="009A04B9"/>
    <w:rsid w:val="009A0850"/>
    <w:rsid w:val="009A156F"/>
    <w:rsid w:val="009A214A"/>
    <w:rsid w:val="009A36B6"/>
    <w:rsid w:val="009A37C8"/>
    <w:rsid w:val="009A3C35"/>
    <w:rsid w:val="009B066D"/>
    <w:rsid w:val="009B160C"/>
    <w:rsid w:val="009B7092"/>
    <w:rsid w:val="009C22F7"/>
    <w:rsid w:val="009C3FB9"/>
    <w:rsid w:val="009C6B50"/>
    <w:rsid w:val="009D3A1D"/>
    <w:rsid w:val="009D4EBC"/>
    <w:rsid w:val="009D6FA9"/>
    <w:rsid w:val="009E1F81"/>
    <w:rsid w:val="009E3607"/>
    <w:rsid w:val="009E538B"/>
    <w:rsid w:val="009F383B"/>
    <w:rsid w:val="009F5726"/>
    <w:rsid w:val="009F658B"/>
    <w:rsid w:val="00A00804"/>
    <w:rsid w:val="00A01AFC"/>
    <w:rsid w:val="00A02660"/>
    <w:rsid w:val="00A03482"/>
    <w:rsid w:val="00A03C4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60C63"/>
    <w:rsid w:val="00A6403E"/>
    <w:rsid w:val="00A64E3C"/>
    <w:rsid w:val="00A736B5"/>
    <w:rsid w:val="00A812BE"/>
    <w:rsid w:val="00A836F6"/>
    <w:rsid w:val="00A844E3"/>
    <w:rsid w:val="00A86507"/>
    <w:rsid w:val="00A86D6D"/>
    <w:rsid w:val="00A87362"/>
    <w:rsid w:val="00A91BEC"/>
    <w:rsid w:val="00A9227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0B55"/>
    <w:rsid w:val="00AB71DD"/>
    <w:rsid w:val="00AC60C5"/>
    <w:rsid w:val="00AC713A"/>
    <w:rsid w:val="00AD3918"/>
    <w:rsid w:val="00AD4556"/>
    <w:rsid w:val="00AD67A1"/>
    <w:rsid w:val="00AD6908"/>
    <w:rsid w:val="00AF10BF"/>
    <w:rsid w:val="00AF20A1"/>
    <w:rsid w:val="00AF36DF"/>
    <w:rsid w:val="00AF3830"/>
    <w:rsid w:val="00AF3895"/>
    <w:rsid w:val="00B03811"/>
    <w:rsid w:val="00B04A4A"/>
    <w:rsid w:val="00B04BF2"/>
    <w:rsid w:val="00B05847"/>
    <w:rsid w:val="00B14326"/>
    <w:rsid w:val="00B143F6"/>
    <w:rsid w:val="00B1542B"/>
    <w:rsid w:val="00B16405"/>
    <w:rsid w:val="00B248F7"/>
    <w:rsid w:val="00B260FB"/>
    <w:rsid w:val="00B2704E"/>
    <w:rsid w:val="00B27283"/>
    <w:rsid w:val="00B27E2F"/>
    <w:rsid w:val="00B3145C"/>
    <w:rsid w:val="00B356FD"/>
    <w:rsid w:val="00B412AE"/>
    <w:rsid w:val="00B41389"/>
    <w:rsid w:val="00B42832"/>
    <w:rsid w:val="00B52C33"/>
    <w:rsid w:val="00B5791A"/>
    <w:rsid w:val="00B60010"/>
    <w:rsid w:val="00B60724"/>
    <w:rsid w:val="00B62024"/>
    <w:rsid w:val="00B64154"/>
    <w:rsid w:val="00B71790"/>
    <w:rsid w:val="00B76E3D"/>
    <w:rsid w:val="00B77425"/>
    <w:rsid w:val="00B818A9"/>
    <w:rsid w:val="00B855E9"/>
    <w:rsid w:val="00B86A8E"/>
    <w:rsid w:val="00B9047C"/>
    <w:rsid w:val="00B95702"/>
    <w:rsid w:val="00B95EC7"/>
    <w:rsid w:val="00BA0BD7"/>
    <w:rsid w:val="00BB4835"/>
    <w:rsid w:val="00BB5199"/>
    <w:rsid w:val="00BB7010"/>
    <w:rsid w:val="00BC3910"/>
    <w:rsid w:val="00BC3B51"/>
    <w:rsid w:val="00BD00F2"/>
    <w:rsid w:val="00BD1EC7"/>
    <w:rsid w:val="00BD59A1"/>
    <w:rsid w:val="00BE18CF"/>
    <w:rsid w:val="00BE3003"/>
    <w:rsid w:val="00BE3BAE"/>
    <w:rsid w:val="00BE7876"/>
    <w:rsid w:val="00BF71EA"/>
    <w:rsid w:val="00C01A9E"/>
    <w:rsid w:val="00C061CB"/>
    <w:rsid w:val="00C1206A"/>
    <w:rsid w:val="00C12CAE"/>
    <w:rsid w:val="00C17425"/>
    <w:rsid w:val="00C21BFC"/>
    <w:rsid w:val="00C238ED"/>
    <w:rsid w:val="00C2495A"/>
    <w:rsid w:val="00C2553E"/>
    <w:rsid w:val="00C30AC6"/>
    <w:rsid w:val="00C31A7D"/>
    <w:rsid w:val="00C34BA5"/>
    <w:rsid w:val="00C42BA4"/>
    <w:rsid w:val="00C44A9B"/>
    <w:rsid w:val="00C456F2"/>
    <w:rsid w:val="00C503EA"/>
    <w:rsid w:val="00C54B7E"/>
    <w:rsid w:val="00C55551"/>
    <w:rsid w:val="00C56B8A"/>
    <w:rsid w:val="00C56FA0"/>
    <w:rsid w:val="00C6409C"/>
    <w:rsid w:val="00C65791"/>
    <w:rsid w:val="00C658AE"/>
    <w:rsid w:val="00C65B26"/>
    <w:rsid w:val="00C66058"/>
    <w:rsid w:val="00C6704F"/>
    <w:rsid w:val="00C7048E"/>
    <w:rsid w:val="00C7135D"/>
    <w:rsid w:val="00C72D33"/>
    <w:rsid w:val="00C76E1C"/>
    <w:rsid w:val="00C82741"/>
    <w:rsid w:val="00C85FD9"/>
    <w:rsid w:val="00C8617D"/>
    <w:rsid w:val="00C90AC9"/>
    <w:rsid w:val="00C934E7"/>
    <w:rsid w:val="00C9373D"/>
    <w:rsid w:val="00C958AE"/>
    <w:rsid w:val="00C95A54"/>
    <w:rsid w:val="00C96AD1"/>
    <w:rsid w:val="00C97CE0"/>
    <w:rsid w:val="00CA048C"/>
    <w:rsid w:val="00CA117D"/>
    <w:rsid w:val="00CA283B"/>
    <w:rsid w:val="00CA3C62"/>
    <w:rsid w:val="00CB58E8"/>
    <w:rsid w:val="00CB7EAC"/>
    <w:rsid w:val="00CC097C"/>
    <w:rsid w:val="00CC16A2"/>
    <w:rsid w:val="00CC2483"/>
    <w:rsid w:val="00CC3BEF"/>
    <w:rsid w:val="00CD16FC"/>
    <w:rsid w:val="00CD2EB7"/>
    <w:rsid w:val="00CE024E"/>
    <w:rsid w:val="00CE5A00"/>
    <w:rsid w:val="00CE5F89"/>
    <w:rsid w:val="00CE7B46"/>
    <w:rsid w:val="00CF20E9"/>
    <w:rsid w:val="00CF2173"/>
    <w:rsid w:val="00CF22DA"/>
    <w:rsid w:val="00CF6252"/>
    <w:rsid w:val="00CF6D31"/>
    <w:rsid w:val="00CF732E"/>
    <w:rsid w:val="00D00E88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1465"/>
    <w:rsid w:val="00D42CB8"/>
    <w:rsid w:val="00D437E9"/>
    <w:rsid w:val="00D46B4F"/>
    <w:rsid w:val="00D46C8C"/>
    <w:rsid w:val="00D51854"/>
    <w:rsid w:val="00D535DF"/>
    <w:rsid w:val="00D55196"/>
    <w:rsid w:val="00D57E80"/>
    <w:rsid w:val="00D633F1"/>
    <w:rsid w:val="00D63C57"/>
    <w:rsid w:val="00D65841"/>
    <w:rsid w:val="00D70B2D"/>
    <w:rsid w:val="00D71302"/>
    <w:rsid w:val="00D7395E"/>
    <w:rsid w:val="00D74549"/>
    <w:rsid w:val="00D74F07"/>
    <w:rsid w:val="00D75A88"/>
    <w:rsid w:val="00D775EC"/>
    <w:rsid w:val="00D829EF"/>
    <w:rsid w:val="00D82FF7"/>
    <w:rsid w:val="00D8453A"/>
    <w:rsid w:val="00D855A6"/>
    <w:rsid w:val="00D856A9"/>
    <w:rsid w:val="00D917B7"/>
    <w:rsid w:val="00D97958"/>
    <w:rsid w:val="00DA35E4"/>
    <w:rsid w:val="00DA43D9"/>
    <w:rsid w:val="00DA4BA8"/>
    <w:rsid w:val="00DB1557"/>
    <w:rsid w:val="00DB1FD9"/>
    <w:rsid w:val="00DB2EE1"/>
    <w:rsid w:val="00DB3B0F"/>
    <w:rsid w:val="00DB4FA0"/>
    <w:rsid w:val="00DC32DC"/>
    <w:rsid w:val="00DC39B1"/>
    <w:rsid w:val="00DD23D9"/>
    <w:rsid w:val="00DD2F79"/>
    <w:rsid w:val="00DD34EA"/>
    <w:rsid w:val="00DD3841"/>
    <w:rsid w:val="00DD4C2C"/>
    <w:rsid w:val="00DD5602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E108A6"/>
    <w:rsid w:val="00E11987"/>
    <w:rsid w:val="00E12AF4"/>
    <w:rsid w:val="00E132CD"/>
    <w:rsid w:val="00E1440B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3893"/>
    <w:rsid w:val="00E33F62"/>
    <w:rsid w:val="00E34A6D"/>
    <w:rsid w:val="00E36930"/>
    <w:rsid w:val="00E36A10"/>
    <w:rsid w:val="00E36AF4"/>
    <w:rsid w:val="00E3737A"/>
    <w:rsid w:val="00E37A54"/>
    <w:rsid w:val="00E37EE1"/>
    <w:rsid w:val="00E4519A"/>
    <w:rsid w:val="00E45F56"/>
    <w:rsid w:val="00E46372"/>
    <w:rsid w:val="00E5071B"/>
    <w:rsid w:val="00E50F61"/>
    <w:rsid w:val="00E52391"/>
    <w:rsid w:val="00E5278E"/>
    <w:rsid w:val="00E53FA6"/>
    <w:rsid w:val="00E559AA"/>
    <w:rsid w:val="00E5780C"/>
    <w:rsid w:val="00E57A8A"/>
    <w:rsid w:val="00E60BC2"/>
    <w:rsid w:val="00E62ED5"/>
    <w:rsid w:val="00E67D79"/>
    <w:rsid w:val="00E67E8D"/>
    <w:rsid w:val="00E70F70"/>
    <w:rsid w:val="00E713E1"/>
    <w:rsid w:val="00E7233C"/>
    <w:rsid w:val="00E73EED"/>
    <w:rsid w:val="00E82A36"/>
    <w:rsid w:val="00E838B0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0751"/>
    <w:rsid w:val="00EE1EA3"/>
    <w:rsid w:val="00EE2EC1"/>
    <w:rsid w:val="00EE3F02"/>
    <w:rsid w:val="00EE5AEC"/>
    <w:rsid w:val="00EE640E"/>
    <w:rsid w:val="00EF05DF"/>
    <w:rsid w:val="00EF1722"/>
    <w:rsid w:val="00EF1F7A"/>
    <w:rsid w:val="00EF2C5F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39CD"/>
    <w:rsid w:val="00F35E1E"/>
    <w:rsid w:val="00F40FBD"/>
    <w:rsid w:val="00F4240E"/>
    <w:rsid w:val="00F44F43"/>
    <w:rsid w:val="00F45805"/>
    <w:rsid w:val="00F50599"/>
    <w:rsid w:val="00F50D58"/>
    <w:rsid w:val="00F50ECB"/>
    <w:rsid w:val="00F50F19"/>
    <w:rsid w:val="00F5103B"/>
    <w:rsid w:val="00F525DE"/>
    <w:rsid w:val="00F531D7"/>
    <w:rsid w:val="00F54535"/>
    <w:rsid w:val="00F55244"/>
    <w:rsid w:val="00F56AE1"/>
    <w:rsid w:val="00F56F60"/>
    <w:rsid w:val="00F57CB8"/>
    <w:rsid w:val="00F613E2"/>
    <w:rsid w:val="00F633C8"/>
    <w:rsid w:val="00F64A47"/>
    <w:rsid w:val="00F65220"/>
    <w:rsid w:val="00F65550"/>
    <w:rsid w:val="00F67BEA"/>
    <w:rsid w:val="00F7041E"/>
    <w:rsid w:val="00F71644"/>
    <w:rsid w:val="00F7191A"/>
    <w:rsid w:val="00F76F6A"/>
    <w:rsid w:val="00F83530"/>
    <w:rsid w:val="00F85CFF"/>
    <w:rsid w:val="00F90A0C"/>
    <w:rsid w:val="00FA4CB7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C6A8B"/>
    <w:rsid w:val="00FC78E1"/>
    <w:rsid w:val="00FD7331"/>
    <w:rsid w:val="00FE1264"/>
    <w:rsid w:val="00FE7707"/>
    <w:rsid w:val="00FF1B8A"/>
    <w:rsid w:val="00FF3213"/>
    <w:rsid w:val="00FF499A"/>
    <w:rsid w:val="00FF5920"/>
    <w:rsid w:val="00FF5B9E"/>
    <w:rsid w:val="00FF72BC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156A2"/>
  <w15:chartTrackingRefBased/>
  <w15:docId w15:val="{01E46B2C-B776-4B93-9D0A-FC931ADA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7331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QzVaSGNJQzJ1S2U3TXpOMnNyc2E2KzA1VUF3Szlt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IUY8Y8dc0RvoU19HkqZwUOP1PZHBsbSZbTVRvlXfwik=</DigestValue>
      </Reference>
      <Reference URI="#INFO">
        <DigestMethod Algorithm="http://www.w3.org/2001/04/xmlenc#sha256"/>
        <DigestValue>2Ge9PN0wVYbl66kv+fs/5Jg1WoY3kPJ9chc+nORj57s=</DigestValue>
      </Reference>
    </SignedInfo>
    <SignatureValue>jpBlDJaDpzdF5ItpncIU5pSr2Vquv0GE9nUYEnBEPX+taDnm0XCyhT3haYzKtgL1TQDzdsMFFeS1jdp3i7ERrg==</SignatureValue>
    <Object Id="INFO">
      <ArrayOfString xmlns:xsd="http://www.w3.org/2001/XMLSchema" xmlns:xsi="http://www.w3.org/2001/XMLSchema-instance" xmlns="">
        <string>EC5ZHcIC2uKe7MzN2srsa6+05UAwK9mP</string>
      </ArrayOfString>
    </Object>
  </Signature>
</WrappedLabelInfo>
</file>

<file path=customXml/itemProps1.xml><?xml version="1.0" encoding="utf-8"?>
<ds:datastoreItem xmlns:ds="http://schemas.openxmlformats.org/officeDocument/2006/customXml" ds:itemID="{2288EF8D-923E-4705-891C-E256A9984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668A1A-B07B-4C9E-8644-D1976AF0BA1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053AA56-F8DE-4E61-9356-26CCFD0E992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595</Words>
  <Characters>5440</Characters>
  <Application>Microsoft Office Word</Application>
  <DocSecurity>0</DocSecurity>
  <Lines>247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Narloch Justyna</cp:lastModifiedBy>
  <cp:revision>2</cp:revision>
  <cp:lastPrinted>2023-02-27T09:06:00Z</cp:lastPrinted>
  <dcterms:created xsi:type="dcterms:W3CDTF">2026-02-05T12:52:00Z</dcterms:created>
  <dcterms:modified xsi:type="dcterms:W3CDTF">2026-02-05T12:52:00Z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a47d2dc3-57fb-46c4-900a-ae2a2cae8652</vt:lpwstr>
  </property>
  <property fmtid="{D5CDD505-2E9C-101B-9397-08002B2CF9AE}" pid="3" name="bjSaver">
    <vt:lpwstr>hsYKkLLaeq4oIXbCMzXMJKHv7u7GgdBP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LSK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10.60.174.18</vt:lpwstr>
  </property>
</Properties>
</file>